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625B" w:rsidP="0077625B" w:rsidRDefault="0077625B" w14:paraId="0EE56D33" w14:textId="77777777">
      <w:pPr>
        <w:spacing w:after="0"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:rsidR="0077625B" w:rsidP="0077625B" w:rsidRDefault="0077625B" w14:paraId="129AE9D0" w14:textId="77777777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:rsidRPr="00572060" w:rsidR="0085747A" w:rsidP="00572060" w:rsidRDefault="0085747A" w14:paraId="5C089173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72060">
        <w:rPr>
          <w:rFonts w:ascii="Corbel" w:hAnsi="Corbel"/>
          <w:b/>
          <w:smallCaps/>
          <w:sz w:val="24"/>
          <w:szCs w:val="24"/>
        </w:rPr>
        <w:t>SYLABUS</w:t>
      </w:r>
    </w:p>
    <w:p w:rsidRPr="00572060" w:rsidR="0085747A" w:rsidP="00572060" w:rsidRDefault="0071620A" w14:paraId="4FC0CE28" w14:textId="3F9DB30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72060">
        <w:rPr>
          <w:rFonts w:ascii="Corbel" w:hAnsi="Corbel"/>
          <w:b/>
          <w:smallCaps/>
          <w:sz w:val="24"/>
          <w:szCs w:val="24"/>
        </w:rPr>
        <w:t>dotyczy cyklu kształcenia</w:t>
      </w:r>
      <w:r w:rsidRPr="00572060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CF410B">
        <w:rPr>
          <w:rFonts w:ascii="Corbel" w:hAnsi="Corbel"/>
          <w:smallCaps/>
          <w:sz w:val="24"/>
          <w:szCs w:val="24"/>
        </w:rPr>
        <w:t>2022-2025</w:t>
      </w:r>
    </w:p>
    <w:p w:rsidR="0077625B" w:rsidP="0077625B" w:rsidRDefault="00E37E7B" w14:paraId="6419B417" w14:textId="0DF11205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</w:t>
      </w:r>
      <w:r w:rsidR="0077625B">
        <w:rPr>
          <w:rFonts w:ascii="Corbel" w:hAnsi="Corbel"/>
          <w:sz w:val="20"/>
          <w:szCs w:val="20"/>
        </w:rPr>
        <w:t xml:space="preserve"> 202</w:t>
      </w:r>
      <w:r w:rsidR="00CF410B">
        <w:rPr>
          <w:rFonts w:ascii="Corbel" w:hAnsi="Corbel"/>
          <w:sz w:val="20"/>
          <w:szCs w:val="20"/>
        </w:rPr>
        <w:t>4</w:t>
      </w:r>
      <w:r w:rsidR="0077625B">
        <w:rPr>
          <w:rFonts w:ascii="Corbel" w:hAnsi="Corbel"/>
          <w:sz w:val="20"/>
          <w:szCs w:val="20"/>
        </w:rPr>
        <w:t>/202</w:t>
      </w:r>
      <w:r w:rsidR="00CF410B">
        <w:rPr>
          <w:rFonts w:ascii="Corbel" w:hAnsi="Corbel"/>
          <w:sz w:val="20"/>
          <w:szCs w:val="20"/>
        </w:rPr>
        <w:t>5</w:t>
      </w:r>
      <w:bookmarkStart w:name="_GoBack" w:id="0"/>
      <w:bookmarkEnd w:id="0"/>
    </w:p>
    <w:p w:rsidRPr="00572060" w:rsidR="0077625B" w:rsidP="0077625B" w:rsidRDefault="0077625B" w14:paraId="491EB7E9" w14:textId="77777777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:rsidR="0085747A" w:rsidP="00572060" w:rsidRDefault="0071620A" w14:paraId="3A825284" w14:textId="27985AE1">
      <w:pPr>
        <w:pStyle w:val="Punktygwne"/>
        <w:spacing w:before="0" w:after="0"/>
        <w:rPr>
          <w:rFonts w:ascii="Corbel" w:hAnsi="Corbel"/>
          <w:szCs w:val="24"/>
        </w:rPr>
      </w:pPr>
      <w:r w:rsidRPr="00572060">
        <w:rPr>
          <w:rFonts w:ascii="Corbel" w:hAnsi="Corbel"/>
          <w:szCs w:val="24"/>
        </w:rPr>
        <w:t xml:space="preserve">1. </w:t>
      </w:r>
      <w:r w:rsidRPr="00572060" w:rsidR="0085747A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572060" w:rsidR="0085747A" w:rsidTr="585C0868" w14:paraId="253CEC87" w14:textId="77777777">
        <w:tc>
          <w:tcPr>
            <w:tcW w:w="2694" w:type="dxa"/>
            <w:tcMar/>
            <w:vAlign w:val="center"/>
          </w:tcPr>
          <w:p w:rsidRPr="00572060" w:rsidR="0085747A" w:rsidP="00572060" w:rsidRDefault="0077625B" w14:paraId="34A468DF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572060" w:rsidR="0085747A" w:rsidP="00572060" w:rsidRDefault="002E621E" w14:paraId="22580177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72060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Informatyczne systemy finansowo-księgowe</w:t>
            </w:r>
          </w:p>
        </w:tc>
      </w:tr>
      <w:tr w:rsidRPr="00572060" w:rsidR="0085747A" w:rsidTr="585C0868" w14:paraId="2022A297" w14:textId="77777777">
        <w:tc>
          <w:tcPr>
            <w:tcW w:w="2694" w:type="dxa"/>
            <w:tcMar/>
            <w:vAlign w:val="center"/>
          </w:tcPr>
          <w:p w:rsidRPr="00572060" w:rsidR="0085747A" w:rsidP="00572060" w:rsidRDefault="0077625B" w14:paraId="2D4AB6A9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572060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572060" w:rsidR="0085747A" w:rsidP="00572060" w:rsidRDefault="002E621E" w14:paraId="264E2D0A" w14:textId="1249D554">
            <w:pPr>
              <w:pStyle w:val="Odpowiedzi"/>
              <w:spacing w:before="0" w:after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85C0868" w:rsidR="002E621E">
              <w:rPr>
                <w:rFonts w:ascii="Corbel" w:hAnsi="Corbel" w:eastAsia="Times New Roman"/>
                <w:b w:val="0"/>
                <w:bCs w:val="0"/>
                <w:color w:val="auto"/>
                <w:sz w:val="24"/>
                <w:szCs w:val="24"/>
                <w:lang w:eastAsia="pl-PL"/>
              </w:rPr>
              <w:t>E/I/</w:t>
            </w:r>
            <w:r w:rsidRPr="585C0868" w:rsidR="002E621E">
              <w:rPr>
                <w:rFonts w:ascii="Corbel" w:hAnsi="Corbel" w:eastAsia="Times New Roman"/>
                <w:b w:val="0"/>
                <w:bCs w:val="0"/>
                <w:color w:val="auto"/>
                <w:sz w:val="24"/>
                <w:szCs w:val="24"/>
                <w:lang w:eastAsia="pl-PL"/>
              </w:rPr>
              <w:t>EP</w:t>
            </w:r>
            <w:r w:rsidRPr="585C0868" w:rsidR="002E621E">
              <w:rPr>
                <w:rFonts w:ascii="Corbel" w:hAnsi="Corbel" w:eastAsia="Times New Roman"/>
                <w:b w:val="0"/>
                <w:bCs w:val="0"/>
                <w:color w:val="auto"/>
                <w:sz w:val="24"/>
                <w:szCs w:val="24"/>
                <w:lang w:eastAsia="pl-PL"/>
              </w:rPr>
              <w:t>/C.9</w:t>
            </w:r>
          </w:p>
        </w:tc>
      </w:tr>
      <w:tr w:rsidRPr="00572060" w:rsidR="0085747A" w:rsidTr="585C0868" w14:paraId="1CD1D50E" w14:textId="77777777">
        <w:tc>
          <w:tcPr>
            <w:tcW w:w="2694" w:type="dxa"/>
            <w:tcMar/>
            <w:vAlign w:val="center"/>
          </w:tcPr>
          <w:p w:rsidRPr="00572060" w:rsidR="0085747A" w:rsidP="00572060" w:rsidRDefault="0077625B" w14:paraId="6BC4390B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572060" w:rsidR="0085747A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572060" w:rsidR="0085747A" w:rsidP="00572060" w:rsidRDefault="0077625B" w14:paraId="61CD520E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Pr="00572060" w:rsidR="0085747A" w:rsidTr="585C0868" w14:paraId="3B32F585" w14:textId="77777777">
        <w:tc>
          <w:tcPr>
            <w:tcW w:w="2694" w:type="dxa"/>
            <w:tcMar/>
            <w:vAlign w:val="center"/>
          </w:tcPr>
          <w:p w:rsidRPr="00572060" w:rsidR="0085747A" w:rsidP="00572060" w:rsidRDefault="0085747A" w14:paraId="38E73821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572060" w:rsidR="0085747A" w:rsidP="0077625B" w:rsidRDefault="00E37E7B" w14:paraId="19610CC1" w14:textId="645A024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Instytut Ekonomii i Finansów</w:t>
            </w:r>
            <w:r w:rsidR="00F60A35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 xml:space="preserve"> KNS</w:t>
            </w:r>
          </w:p>
        </w:tc>
      </w:tr>
      <w:tr w:rsidRPr="00572060" w:rsidR="0085747A" w:rsidTr="585C0868" w14:paraId="3909BD20" w14:textId="77777777">
        <w:tc>
          <w:tcPr>
            <w:tcW w:w="2694" w:type="dxa"/>
            <w:tcMar/>
            <w:vAlign w:val="center"/>
          </w:tcPr>
          <w:p w:rsidRPr="00572060" w:rsidR="0085747A" w:rsidP="00572060" w:rsidRDefault="0085747A" w14:paraId="2D01CC01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572060" w:rsidR="0085747A" w:rsidP="00572060" w:rsidRDefault="006005AA" w14:paraId="38FC104A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E</w:t>
            </w:r>
            <w:r w:rsidRPr="00572060" w:rsidR="00A3542B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konomia</w:t>
            </w:r>
          </w:p>
        </w:tc>
      </w:tr>
      <w:tr w:rsidRPr="00572060" w:rsidR="0085747A" w:rsidTr="585C0868" w14:paraId="781A7D7A" w14:textId="77777777">
        <w:tc>
          <w:tcPr>
            <w:tcW w:w="2694" w:type="dxa"/>
            <w:tcMar/>
            <w:vAlign w:val="center"/>
          </w:tcPr>
          <w:p w:rsidRPr="00572060" w:rsidR="0085747A" w:rsidP="00572060" w:rsidRDefault="0085747A" w14:paraId="45A95116" w14:textId="3431B68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4B43B3">
              <w:rPr>
                <w:rFonts w:ascii="Corbel" w:hAnsi="Corbel"/>
                <w:sz w:val="24"/>
                <w:szCs w:val="24"/>
              </w:rPr>
              <w:t>studiów</w:t>
            </w:r>
            <w:r w:rsidRPr="0057206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tcMar/>
            <w:vAlign w:val="center"/>
          </w:tcPr>
          <w:p w:rsidRPr="00572060" w:rsidR="0085747A" w:rsidP="00572060" w:rsidRDefault="00E37E7B" w14:paraId="0B989861" w14:textId="2AF0F89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Pierwszego</w:t>
            </w:r>
            <w:r w:rsidR="00F60A35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 xml:space="preserve"> stopnia</w:t>
            </w:r>
          </w:p>
        </w:tc>
      </w:tr>
      <w:tr w:rsidRPr="00572060" w:rsidR="0085747A" w:rsidTr="585C0868" w14:paraId="229902C5" w14:textId="77777777">
        <w:tc>
          <w:tcPr>
            <w:tcW w:w="2694" w:type="dxa"/>
            <w:tcMar/>
            <w:vAlign w:val="center"/>
          </w:tcPr>
          <w:p w:rsidRPr="00572060" w:rsidR="0085747A" w:rsidP="00572060" w:rsidRDefault="0085747A" w14:paraId="2B4CB306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572060" w:rsidR="0085747A" w:rsidP="00572060" w:rsidRDefault="006005AA" w14:paraId="387CB0D7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O</w:t>
            </w:r>
            <w:r w:rsidRPr="00572060" w:rsidR="00A3542B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gólnoakademicki</w:t>
            </w:r>
            <w:proofErr w:type="spellEnd"/>
          </w:p>
        </w:tc>
      </w:tr>
      <w:tr w:rsidRPr="00572060" w:rsidR="0085747A" w:rsidTr="585C0868" w14:paraId="236CC78F" w14:textId="77777777">
        <w:tc>
          <w:tcPr>
            <w:tcW w:w="2694" w:type="dxa"/>
            <w:tcMar/>
            <w:vAlign w:val="center"/>
          </w:tcPr>
          <w:p w:rsidRPr="00572060" w:rsidR="0085747A" w:rsidP="00572060" w:rsidRDefault="0085747A" w14:paraId="630C1129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E2603" w:rsidR="0085747A" w:rsidP="00572060" w:rsidRDefault="009E2603" w14:paraId="60FB4AAD" w14:textId="0778580D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E2603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Pr="00572060" w:rsidR="0085747A" w:rsidTr="585C0868" w14:paraId="02F71A95" w14:textId="77777777">
        <w:tc>
          <w:tcPr>
            <w:tcW w:w="2694" w:type="dxa"/>
            <w:tcMar/>
            <w:vAlign w:val="center"/>
          </w:tcPr>
          <w:p w:rsidRPr="00572060" w:rsidR="0085747A" w:rsidP="00572060" w:rsidRDefault="0085747A" w14:paraId="1F308454" w14:textId="087AE4D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Rok i semestr</w:t>
            </w:r>
            <w:r w:rsidR="004B43B3">
              <w:rPr>
                <w:rFonts w:ascii="Corbel" w:hAnsi="Corbel"/>
                <w:sz w:val="24"/>
                <w:szCs w:val="24"/>
              </w:rPr>
              <w:t>/y</w:t>
            </w:r>
            <w:r w:rsidRPr="0057206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572060" w:rsidR="0085747A" w:rsidP="00572060" w:rsidRDefault="00A3542B" w14:paraId="23515A04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72060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II</w:t>
            </w:r>
            <w:r w:rsidRPr="00572060" w:rsidR="002E621E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I/6</w:t>
            </w:r>
          </w:p>
        </w:tc>
      </w:tr>
      <w:tr w:rsidRPr="00572060" w:rsidR="0085747A" w:rsidTr="585C0868" w14:paraId="6353D812" w14:textId="77777777">
        <w:tc>
          <w:tcPr>
            <w:tcW w:w="2694" w:type="dxa"/>
            <w:tcMar/>
            <w:vAlign w:val="center"/>
          </w:tcPr>
          <w:p w:rsidRPr="00572060" w:rsidR="0085747A" w:rsidP="00572060" w:rsidRDefault="0085747A" w14:paraId="5CC37269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572060" w:rsidR="0085747A" w:rsidP="00572060" w:rsidRDefault="006005AA" w14:paraId="51090D66" w14:textId="6B9AD2E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Pr="00572060" w:rsidR="002E621E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pecj</w:t>
            </w:r>
            <w:r w:rsidR="004B43B3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alnościowy</w:t>
            </w:r>
          </w:p>
        </w:tc>
      </w:tr>
      <w:tr w:rsidRPr="00572060" w:rsidR="00923D7D" w:rsidTr="585C0868" w14:paraId="1C2674BC" w14:textId="77777777">
        <w:tc>
          <w:tcPr>
            <w:tcW w:w="2694" w:type="dxa"/>
            <w:tcMar/>
            <w:vAlign w:val="center"/>
          </w:tcPr>
          <w:p w:rsidRPr="00572060" w:rsidR="00923D7D" w:rsidP="00572060" w:rsidRDefault="00923D7D" w14:paraId="22951876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572060" w:rsidR="00923D7D" w:rsidP="00572060" w:rsidRDefault="00A3542B" w14:paraId="4CD82C40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72060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polski</w:t>
            </w:r>
          </w:p>
        </w:tc>
      </w:tr>
      <w:tr w:rsidRPr="00572060" w:rsidR="0085747A" w:rsidTr="585C0868" w14:paraId="368449BC" w14:textId="77777777">
        <w:tc>
          <w:tcPr>
            <w:tcW w:w="2694" w:type="dxa"/>
            <w:tcMar/>
            <w:vAlign w:val="center"/>
          </w:tcPr>
          <w:p w:rsidRPr="00572060" w:rsidR="0085747A" w:rsidP="00572060" w:rsidRDefault="0085747A" w14:paraId="0A590FD7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572060" w:rsidR="0085747A" w:rsidP="00572060" w:rsidRDefault="00572060" w14:paraId="15C15FC8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Pr="00572060" w:rsidR="00A3542B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r Jadwiga Pawłowska-</w:t>
            </w:r>
            <w:proofErr w:type="spellStart"/>
            <w:r w:rsidRPr="00572060" w:rsidR="00A3542B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Mielech</w:t>
            </w:r>
            <w:proofErr w:type="spellEnd"/>
          </w:p>
        </w:tc>
      </w:tr>
      <w:tr w:rsidRPr="00572060" w:rsidR="0085747A" w:rsidTr="585C0868" w14:paraId="2F6DEF3F" w14:textId="77777777">
        <w:tc>
          <w:tcPr>
            <w:tcW w:w="2694" w:type="dxa"/>
            <w:tcMar/>
            <w:vAlign w:val="center"/>
          </w:tcPr>
          <w:p w:rsidRPr="00572060" w:rsidR="0085747A" w:rsidP="00572060" w:rsidRDefault="0085747A" w14:paraId="0C0D6F1E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572060" w:rsidR="0085747A" w:rsidP="00572060" w:rsidRDefault="00572060" w14:paraId="7A6C7FC0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Pr="00572060" w:rsidR="00A3542B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r Jadwiga Pawłowska-</w:t>
            </w:r>
            <w:proofErr w:type="spellStart"/>
            <w:r w:rsidRPr="00572060" w:rsidR="00A3542B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Mielech</w:t>
            </w:r>
            <w:proofErr w:type="spellEnd"/>
          </w:p>
        </w:tc>
      </w:tr>
    </w:tbl>
    <w:p w:rsidRPr="00572060" w:rsidR="0085747A" w:rsidP="00572060" w:rsidRDefault="0085747A" w14:paraId="27801F87" w14:textId="0F8EA403">
      <w:pPr>
        <w:pStyle w:val="Podpunkty"/>
        <w:ind w:left="0"/>
        <w:rPr>
          <w:rFonts w:ascii="Corbel" w:hAnsi="Corbel"/>
          <w:szCs w:val="22"/>
        </w:rPr>
      </w:pPr>
      <w:r w:rsidRPr="00572060">
        <w:rPr>
          <w:rFonts w:ascii="Corbel" w:hAnsi="Corbel"/>
          <w:szCs w:val="22"/>
        </w:rPr>
        <w:t xml:space="preserve">* </w:t>
      </w:r>
      <w:r w:rsidRPr="00572060">
        <w:rPr>
          <w:rFonts w:ascii="Corbel" w:hAnsi="Corbel"/>
          <w:i/>
          <w:szCs w:val="22"/>
        </w:rPr>
        <w:t xml:space="preserve">- </w:t>
      </w:r>
      <w:r w:rsidRPr="004B43B3" w:rsidR="004B43B3">
        <w:rPr>
          <w:rFonts w:ascii="Corbel" w:hAnsi="Corbel"/>
          <w:b w:val="0"/>
          <w:bCs/>
          <w:i/>
          <w:szCs w:val="22"/>
        </w:rPr>
        <w:t>opcjonalnie</w:t>
      </w:r>
      <w:r w:rsidRPr="00354B6E" w:rsidR="004B43B3">
        <w:rPr>
          <w:rFonts w:ascii="Corbel" w:hAnsi="Corbel"/>
          <w:b w:val="0"/>
          <w:i/>
          <w:szCs w:val="22"/>
        </w:rPr>
        <w:t xml:space="preserve">, </w:t>
      </w:r>
      <w:r w:rsidRPr="00572060">
        <w:rPr>
          <w:rFonts w:ascii="Corbel" w:hAnsi="Corbel"/>
          <w:b w:val="0"/>
          <w:i/>
          <w:szCs w:val="22"/>
        </w:rPr>
        <w:t xml:space="preserve">zgodnie z ustaleniami </w:t>
      </w:r>
      <w:r w:rsidR="004B43B3">
        <w:rPr>
          <w:rFonts w:ascii="Corbel" w:hAnsi="Corbel"/>
          <w:b w:val="0"/>
          <w:i/>
          <w:szCs w:val="22"/>
        </w:rPr>
        <w:t>w Jednostce</w:t>
      </w:r>
    </w:p>
    <w:p w:rsidR="00923D7D" w:rsidP="00572060" w:rsidRDefault="00923D7D" w14:paraId="79463723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572060" w:rsidR="00354B6E" w:rsidP="00572060" w:rsidRDefault="00354B6E" w14:paraId="69AA4860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572060" w:rsidR="0085747A" w:rsidP="00572060" w:rsidRDefault="0085747A" w14:paraId="15BE234B" w14:textId="797CB368">
      <w:pPr>
        <w:pStyle w:val="Podpunkty"/>
        <w:ind w:left="284"/>
        <w:rPr>
          <w:rFonts w:ascii="Corbel" w:hAnsi="Corbel"/>
          <w:sz w:val="24"/>
          <w:szCs w:val="24"/>
        </w:rPr>
      </w:pPr>
      <w:r w:rsidRPr="00572060">
        <w:rPr>
          <w:rFonts w:ascii="Corbel" w:hAnsi="Corbel"/>
          <w:sz w:val="24"/>
          <w:szCs w:val="24"/>
        </w:rPr>
        <w:t>1.</w:t>
      </w:r>
      <w:r w:rsidRPr="00572060" w:rsidR="00E22FBC">
        <w:rPr>
          <w:rFonts w:ascii="Corbel" w:hAnsi="Corbel"/>
          <w:sz w:val="24"/>
          <w:szCs w:val="24"/>
        </w:rPr>
        <w:t>1</w:t>
      </w:r>
      <w:r w:rsidRPr="00572060">
        <w:rPr>
          <w:rFonts w:ascii="Corbel" w:hAnsi="Corbel"/>
          <w:sz w:val="24"/>
          <w:szCs w:val="24"/>
        </w:rPr>
        <w:t>.</w:t>
      </w:r>
      <w:r w:rsidR="00E37E7B">
        <w:rPr>
          <w:rFonts w:ascii="Corbel" w:hAnsi="Corbel"/>
          <w:sz w:val="24"/>
          <w:szCs w:val="24"/>
        </w:rPr>
        <w:t xml:space="preserve"> </w:t>
      </w:r>
      <w:r w:rsidRPr="00572060">
        <w:rPr>
          <w:rFonts w:ascii="Corbel" w:hAnsi="Corbel"/>
          <w:sz w:val="24"/>
          <w:szCs w:val="24"/>
        </w:rPr>
        <w:t xml:space="preserve">Formy zajęć dydaktycznych, wymiar godzin i punktów </w:t>
      </w:r>
      <w:proofErr w:type="spellStart"/>
      <w:r w:rsidRPr="00572060">
        <w:rPr>
          <w:rFonts w:ascii="Corbel" w:hAnsi="Corbel"/>
          <w:sz w:val="24"/>
          <w:szCs w:val="24"/>
        </w:rPr>
        <w:t>ECTS</w:t>
      </w:r>
      <w:proofErr w:type="spellEnd"/>
      <w:r w:rsidRPr="00572060">
        <w:rPr>
          <w:rFonts w:ascii="Corbel" w:hAnsi="Corbel"/>
          <w:sz w:val="24"/>
          <w:szCs w:val="24"/>
        </w:rPr>
        <w:t xml:space="preserve"> </w:t>
      </w:r>
    </w:p>
    <w:p w:rsidRPr="00572060" w:rsidR="00923D7D" w:rsidP="00572060" w:rsidRDefault="00923D7D" w14:paraId="3A5CA52D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Pr="00572060" w:rsidR="00015B8F" w:rsidTr="00C766DF" w14:paraId="328B4127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72060" w:rsidR="00015B8F" w:rsidP="00572060" w:rsidRDefault="00015B8F" w14:paraId="0F397A47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Semestr</w:t>
            </w:r>
          </w:p>
          <w:p w:rsidRPr="00572060" w:rsidR="00015B8F" w:rsidP="00572060" w:rsidRDefault="002B5EA0" w14:paraId="2B14C1D9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(</w:t>
            </w:r>
            <w:r w:rsidRPr="00572060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572060" w:rsidR="00015B8F" w:rsidP="00572060" w:rsidRDefault="00015B8F" w14:paraId="565D635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2060">
              <w:rPr>
                <w:rFonts w:ascii="Corbel" w:hAnsi="Corbel"/>
                <w:szCs w:val="24"/>
              </w:rPr>
              <w:t>Wykł</w:t>
            </w:r>
            <w:proofErr w:type="spellEnd"/>
            <w:r w:rsidRPr="005720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572060" w:rsidR="00015B8F" w:rsidP="00572060" w:rsidRDefault="00015B8F" w14:paraId="57B81130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572060" w:rsidR="00015B8F" w:rsidP="00572060" w:rsidRDefault="00015B8F" w14:paraId="4B783474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2060">
              <w:rPr>
                <w:rFonts w:ascii="Corbel" w:hAnsi="Corbel"/>
                <w:szCs w:val="24"/>
              </w:rPr>
              <w:t>Konw</w:t>
            </w:r>
            <w:proofErr w:type="spellEnd"/>
            <w:r w:rsidRPr="005720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572060" w:rsidR="00015B8F" w:rsidP="00572060" w:rsidRDefault="00015B8F" w14:paraId="5D81340F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72060" w:rsidR="00015B8F" w:rsidP="00572060" w:rsidRDefault="00015B8F" w14:paraId="40B70F32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2060">
              <w:rPr>
                <w:rFonts w:ascii="Corbel" w:hAnsi="Corbel"/>
                <w:szCs w:val="24"/>
              </w:rPr>
              <w:t>Sem</w:t>
            </w:r>
            <w:proofErr w:type="spellEnd"/>
            <w:r w:rsidRPr="005720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572060" w:rsidR="00015B8F" w:rsidP="00572060" w:rsidRDefault="00015B8F" w14:paraId="49CED2A5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2060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572060" w:rsidR="00015B8F" w:rsidP="00572060" w:rsidRDefault="00015B8F" w14:paraId="1E73E9D9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2060">
              <w:rPr>
                <w:rFonts w:ascii="Corbel" w:hAnsi="Corbel"/>
                <w:szCs w:val="24"/>
              </w:rPr>
              <w:t>Prakt</w:t>
            </w:r>
            <w:proofErr w:type="spellEnd"/>
            <w:r w:rsidRPr="005720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572060" w:rsidR="00015B8F" w:rsidP="00572060" w:rsidRDefault="00015B8F" w14:paraId="5FDEDE8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572060" w:rsidR="00015B8F" w:rsidP="00572060" w:rsidRDefault="00015B8F" w14:paraId="040AEF4E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2060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572060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Pr="00572060" w:rsidR="00015B8F" w:rsidTr="00C766DF" w14:paraId="01EF5C92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72060" w:rsidR="00015B8F" w:rsidP="00572060" w:rsidRDefault="002E621E" w14:paraId="234F496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72060" w:rsidR="00015B8F" w:rsidP="00572060" w:rsidRDefault="00015B8F" w14:paraId="33BF3B1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72060" w:rsidR="00015B8F" w:rsidP="00572060" w:rsidRDefault="00015B8F" w14:paraId="4A4B09A5" w14:textId="4DBFE3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72060" w:rsidR="00015B8F" w:rsidP="00572060" w:rsidRDefault="00015B8F" w14:paraId="3BBDD76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72060" w:rsidR="00015B8F" w:rsidP="00572060" w:rsidRDefault="00AC5787" w14:paraId="7CFE84A7" w14:textId="558FD2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72060" w:rsidR="00015B8F" w:rsidP="00572060" w:rsidRDefault="00015B8F" w14:paraId="4B33F7D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72060" w:rsidR="00015B8F" w:rsidP="00572060" w:rsidRDefault="00015B8F" w14:paraId="23B913E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72060" w:rsidR="00015B8F" w:rsidP="00572060" w:rsidRDefault="00015B8F" w14:paraId="0E3E7D3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72060" w:rsidR="00015B8F" w:rsidP="00572060" w:rsidRDefault="00015B8F" w14:paraId="0E563BB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72060" w:rsidR="00015B8F" w:rsidP="00572060" w:rsidRDefault="002E621E" w14:paraId="1D3E813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P="00572060" w:rsidRDefault="00923D7D" w14:paraId="56BEF4C0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572060" w:rsidR="00354B6E" w:rsidP="00572060" w:rsidRDefault="00354B6E" w14:paraId="1E16BF01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572060" w:rsidR="0085747A" w:rsidP="00572060" w:rsidRDefault="0085747A" w14:paraId="4A7A8EAF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>1.</w:t>
      </w:r>
      <w:r w:rsidRPr="00572060" w:rsidR="00E22FBC">
        <w:rPr>
          <w:rFonts w:ascii="Corbel" w:hAnsi="Corbel"/>
          <w:smallCaps w:val="0"/>
          <w:szCs w:val="24"/>
        </w:rPr>
        <w:t>2</w:t>
      </w:r>
      <w:r w:rsidRPr="00572060" w:rsidR="00F83B28">
        <w:rPr>
          <w:rFonts w:ascii="Corbel" w:hAnsi="Corbel"/>
          <w:smallCaps w:val="0"/>
          <w:szCs w:val="24"/>
        </w:rPr>
        <w:t>.</w:t>
      </w:r>
      <w:r w:rsidRPr="00572060" w:rsidR="00F83B28">
        <w:rPr>
          <w:rFonts w:ascii="Corbel" w:hAnsi="Corbel"/>
          <w:smallCaps w:val="0"/>
          <w:szCs w:val="24"/>
        </w:rPr>
        <w:tab/>
      </w:r>
      <w:r w:rsidRPr="00572060">
        <w:rPr>
          <w:rFonts w:ascii="Corbel" w:hAnsi="Corbel"/>
          <w:smallCaps w:val="0"/>
          <w:szCs w:val="24"/>
        </w:rPr>
        <w:t xml:space="preserve">Sposób realizacji zajęć  </w:t>
      </w:r>
    </w:p>
    <w:p w:rsidRPr="00FD7701" w:rsidR="00854019" w:rsidP="00854019" w:rsidRDefault="00854019" w14:paraId="2C668033" w14:textId="7777777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1"/>
      <w:r w:rsidRPr="00FD7701">
        <w:rPr>
          <w:rStyle w:val="normaltextrun"/>
          <w:rFonts w:ascii="Wingdings" w:hAnsi="Wingdings" w:eastAsia="Wingdings" w:cs="Wingdings"/>
        </w:rPr>
        <w:t>þ</w:t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hAnsi="Corbel" w:eastAsia="Calibri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:rsidRPr="00FD7701" w:rsidR="00854019" w:rsidP="00854019" w:rsidRDefault="00854019" w14:paraId="7350E8A2" w14:textId="77777777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hAnsi="Segoe UI Symbol" w:eastAsia="MS Gothic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:rsidRPr="00572060" w:rsidR="00354B6E" w:rsidP="00572060" w:rsidRDefault="00354B6E" w14:paraId="44A781D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572060" w:rsidR="00E22FBC" w:rsidP="00572060" w:rsidRDefault="00E22FBC" w14:paraId="43EE135F" w14:textId="218F7E9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>1.3</w:t>
      </w:r>
      <w:r w:rsidR="00E37E7B">
        <w:rPr>
          <w:rFonts w:ascii="Corbel" w:hAnsi="Corbel"/>
          <w:smallCaps w:val="0"/>
          <w:szCs w:val="24"/>
        </w:rPr>
        <w:t>.</w:t>
      </w:r>
      <w:r w:rsidRPr="00572060" w:rsidR="00F83B28">
        <w:rPr>
          <w:rFonts w:ascii="Corbel" w:hAnsi="Corbel"/>
          <w:smallCaps w:val="0"/>
          <w:szCs w:val="24"/>
        </w:rPr>
        <w:tab/>
      </w:r>
      <w:r w:rsidRPr="00572060">
        <w:rPr>
          <w:rFonts w:ascii="Corbel" w:hAnsi="Corbel"/>
          <w:smallCaps w:val="0"/>
          <w:szCs w:val="24"/>
        </w:rPr>
        <w:t xml:space="preserve">Forma zaliczenia przedmiotu  (z toku) </w:t>
      </w:r>
      <w:r w:rsidRPr="0057206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572060" w:rsidR="0085747A" w:rsidP="00572060" w:rsidRDefault="00A3542B" w14:paraId="1F69FAF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572060">
        <w:rPr>
          <w:rFonts w:ascii="Corbel" w:hAnsi="Corbel"/>
          <w:b w:val="0"/>
          <w:smallCaps w:val="0"/>
          <w:szCs w:val="24"/>
        </w:rPr>
        <w:t>zaliczenie z oceną</w:t>
      </w:r>
    </w:p>
    <w:p w:rsidR="009C54AE" w:rsidP="00572060" w:rsidRDefault="009C54AE" w14:paraId="3FCD3B8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572060" w:rsidR="0085747A" w:rsidP="00572060" w:rsidRDefault="0085747A" w14:paraId="3F70AE09" w14:textId="18F7F133">
      <w:pPr>
        <w:pStyle w:val="Punktygwne"/>
        <w:spacing w:before="0" w:after="0"/>
        <w:rPr>
          <w:rFonts w:ascii="Corbel" w:hAnsi="Corbel"/>
          <w:szCs w:val="24"/>
        </w:rPr>
      </w:pPr>
      <w:r w:rsidRPr="00572060">
        <w:rPr>
          <w:rFonts w:ascii="Corbel" w:hAnsi="Corbel"/>
          <w:szCs w:val="24"/>
        </w:rPr>
        <w:t>2.</w:t>
      </w:r>
      <w:r w:rsidR="00E37E7B">
        <w:rPr>
          <w:rFonts w:ascii="Corbel" w:hAnsi="Corbel"/>
          <w:szCs w:val="24"/>
        </w:rPr>
        <w:t xml:space="preserve"> </w:t>
      </w:r>
      <w:r w:rsidRPr="00572060">
        <w:rPr>
          <w:rFonts w:ascii="Corbel" w:hAnsi="Corbel"/>
          <w:szCs w:val="24"/>
        </w:rPr>
        <w:t xml:space="preserve">Wymagania wstępne </w:t>
      </w:r>
    </w:p>
    <w:p w:rsidRPr="00572060" w:rsidR="00923D7D" w:rsidP="00572060" w:rsidRDefault="00923D7D" w14:paraId="60D177DE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572060" w:rsidR="0085747A" w:rsidTr="00745302" w14:paraId="48ED3C52" w14:textId="77777777">
        <w:tc>
          <w:tcPr>
            <w:tcW w:w="9670" w:type="dxa"/>
          </w:tcPr>
          <w:p w:rsidRPr="00572060" w:rsidR="0085747A" w:rsidP="00572060" w:rsidRDefault="002E621E" w14:paraId="5EF06F5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060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Zaliczone przedmioty: Technologie informacyjne, Rachunkowość i wynikająca stąd znajomość zagadnień z zakresu obsługi komputera oraz podstawowych pojęć i zasad rachunkowości.</w:t>
            </w:r>
          </w:p>
        </w:tc>
      </w:tr>
    </w:tbl>
    <w:p w:rsidRPr="00572060" w:rsidR="00153C41" w:rsidP="00572060" w:rsidRDefault="00153C41" w14:paraId="502FE11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572060" w:rsidR="0085747A" w:rsidP="00572060" w:rsidRDefault="0071620A" w14:paraId="57DB1E40" w14:textId="41147BE2">
      <w:pPr>
        <w:pStyle w:val="Punktygwne"/>
        <w:spacing w:before="0" w:after="0"/>
        <w:rPr>
          <w:rFonts w:ascii="Corbel" w:hAnsi="Corbel"/>
          <w:szCs w:val="24"/>
        </w:rPr>
      </w:pPr>
      <w:r w:rsidRPr="00572060">
        <w:rPr>
          <w:rFonts w:ascii="Corbel" w:hAnsi="Corbel"/>
          <w:szCs w:val="24"/>
        </w:rPr>
        <w:t>3.</w:t>
      </w:r>
      <w:r w:rsidRPr="00572060" w:rsidR="0085747A">
        <w:rPr>
          <w:rFonts w:ascii="Corbel" w:hAnsi="Corbel"/>
          <w:szCs w:val="24"/>
        </w:rPr>
        <w:t xml:space="preserve"> cele, </w:t>
      </w:r>
      <w:r w:rsidRPr="00572060" w:rsidR="00354B6E">
        <w:rPr>
          <w:rFonts w:ascii="Corbel" w:hAnsi="Corbel"/>
          <w:szCs w:val="24"/>
        </w:rPr>
        <w:t xml:space="preserve">efekty </w:t>
      </w:r>
      <w:r w:rsidR="00354B6E">
        <w:rPr>
          <w:rFonts w:ascii="Corbel" w:hAnsi="Corbel"/>
          <w:szCs w:val="24"/>
        </w:rPr>
        <w:t>uczenia się</w:t>
      </w:r>
      <w:r w:rsidRPr="00572060" w:rsidR="00354B6E">
        <w:rPr>
          <w:rFonts w:ascii="Corbel" w:hAnsi="Corbel"/>
          <w:szCs w:val="24"/>
        </w:rPr>
        <w:t xml:space="preserve">, </w:t>
      </w:r>
      <w:r w:rsidRPr="00572060" w:rsidR="0085747A">
        <w:rPr>
          <w:rFonts w:ascii="Corbel" w:hAnsi="Corbel"/>
          <w:szCs w:val="24"/>
        </w:rPr>
        <w:t>treści Programowe i stosowane metody Dydaktyczne</w:t>
      </w:r>
    </w:p>
    <w:p w:rsidRPr="00572060" w:rsidR="0085747A" w:rsidP="00572060" w:rsidRDefault="0085747A" w14:paraId="0C245080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572060" w:rsidR="0085747A" w:rsidP="00572060" w:rsidRDefault="0071620A" w14:paraId="6830EA68" w14:textId="6D7BE4A3">
      <w:pPr>
        <w:pStyle w:val="Podpunkty"/>
        <w:rPr>
          <w:rFonts w:ascii="Corbel" w:hAnsi="Corbel"/>
          <w:sz w:val="24"/>
          <w:szCs w:val="24"/>
        </w:rPr>
      </w:pPr>
      <w:r w:rsidRPr="00572060">
        <w:rPr>
          <w:rFonts w:ascii="Corbel" w:hAnsi="Corbel"/>
          <w:sz w:val="24"/>
          <w:szCs w:val="24"/>
        </w:rPr>
        <w:t>3.1</w:t>
      </w:r>
      <w:r w:rsidR="00E37E7B">
        <w:rPr>
          <w:rFonts w:ascii="Corbel" w:hAnsi="Corbel"/>
          <w:sz w:val="24"/>
          <w:szCs w:val="24"/>
        </w:rPr>
        <w:t>.</w:t>
      </w:r>
      <w:r w:rsidRPr="00572060">
        <w:rPr>
          <w:rFonts w:ascii="Corbel" w:hAnsi="Corbel"/>
          <w:sz w:val="24"/>
          <w:szCs w:val="24"/>
        </w:rPr>
        <w:t xml:space="preserve"> </w:t>
      </w:r>
      <w:r w:rsidRPr="00572060" w:rsidR="0085747A">
        <w:rPr>
          <w:rFonts w:ascii="Corbel" w:hAnsi="Corbel"/>
          <w:sz w:val="24"/>
          <w:szCs w:val="24"/>
        </w:rPr>
        <w:t>Cele przedmiotu</w:t>
      </w:r>
    </w:p>
    <w:p w:rsidRPr="00572060" w:rsidR="00F83B28" w:rsidP="00572060" w:rsidRDefault="00F83B28" w14:paraId="379D828E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572060" w:rsidR="002E621E" w:rsidTr="002E621E" w14:paraId="70707987" w14:textId="77777777">
        <w:tc>
          <w:tcPr>
            <w:tcW w:w="843" w:type="dxa"/>
            <w:vAlign w:val="center"/>
          </w:tcPr>
          <w:p w:rsidRPr="00572060" w:rsidR="002E621E" w:rsidP="00572060" w:rsidRDefault="002E621E" w14:paraId="30A65535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06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</w:tcPr>
          <w:p w:rsidRPr="00572060" w:rsidR="002E621E" w:rsidP="00572060" w:rsidRDefault="002E621E" w14:paraId="781FA100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 xml:space="preserve">Zapoznanie studentów z podstawami funkcjonowania programu finansowo-księgowego na przykładzie </w:t>
            </w:r>
            <w:proofErr w:type="spellStart"/>
            <w:r w:rsidRPr="00572060">
              <w:rPr>
                <w:rFonts w:ascii="Corbel" w:hAnsi="Corbel"/>
                <w:sz w:val="24"/>
                <w:szCs w:val="24"/>
              </w:rPr>
              <w:t>Comarch</w:t>
            </w:r>
            <w:proofErr w:type="spellEnd"/>
            <w:r w:rsidRPr="0057206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572060">
              <w:rPr>
                <w:rFonts w:ascii="Corbel" w:hAnsi="Corbel"/>
                <w:sz w:val="24"/>
                <w:szCs w:val="24"/>
              </w:rPr>
              <w:t>ERP</w:t>
            </w:r>
            <w:proofErr w:type="spellEnd"/>
            <w:r w:rsidRPr="00572060">
              <w:rPr>
                <w:rFonts w:ascii="Corbel" w:hAnsi="Corbel"/>
                <w:sz w:val="24"/>
                <w:szCs w:val="24"/>
              </w:rPr>
              <w:t xml:space="preserve"> OPTIMA</w:t>
            </w:r>
          </w:p>
        </w:tc>
      </w:tr>
      <w:tr w:rsidRPr="00572060" w:rsidR="002E621E" w:rsidTr="002E621E" w14:paraId="4700A755" w14:textId="77777777">
        <w:tc>
          <w:tcPr>
            <w:tcW w:w="843" w:type="dxa"/>
            <w:vAlign w:val="center"/>
          </w:tcPr>
          <w:p w:rsidRPr="00572060" w:rsidR="002E621E" w:rsidP="00572060" w:rsidRDefault="002E621E" w14:paraId="25F32C0D" w14:textId="77777777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</w:tcPr>
          <w:p w:rsidRPr="00572060" w:rsidR="002E621E" w:rsidP="00572060" w:rsidRDefault="002E621E" w14:paraId="7CEDB9DF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Zdobycie przez studentów wiedzy i wymaganych umiejętności potrzebnych do prowadzenia ewidencji księgowej z wykorzystaniem techniki komputerowej.</w:t>
            </w:r>
          </w:p>
        </w:tc>
      </w:tr>
    </w:tbl>
    <w:p w:rsidRPr="00572060" w:rsidR="0085747A" w:rsidP="00572060" w:rsidRDefault="0085747A" w14:paraId="7F204383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572060" w:rsidR="001D7B54" w:rsidP="00572060" w:rsidRDefault="009F4610" w14:paraId="13CAFE6A" w14:textId="44FF27F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72060">
        <w:rPr>
          <w:rFonts w:ascii="Corbel" w:hAnsi="Corbel"/>
          <w:b/>
          <w:sz w:val="24"/>
          <w:szCs w:val="24"/>
        </w:rPr>
        <w:t>3.2</w:t>
      </w:r>
      <w:r w:rsidR="00E37E7B">
        <w:rPr>
          <w:rFonts w:ascii="Corbel" w:hAnsi="Corbel"/>
          <w:b/>
          <w:sz w:val="24"/>
          <w:szCs w:val="24"/>
        </w:rPr>
        <w:t>.</w:t>
      </w:r>
      <w:r w:rsidRPr="00572060">
        <w:rPr>
          <w:rFonts w:ascii="Corbel" w:hAnsi="Corbel"/>
          <w:b/>
          <w:sz w:val="24"/>
          <w:szCs w:val="24"/>
        </w:rPr>
        <w:t xml:space="preserve"> </w:t>
      </w:r>
      <w:r w:rsidRPr="00572060" w:rsidR="001D7B54">
        <w:rPr>
          <w:rFonts w:ascii="Corbel" w:hAnsi="Corbel"/>
          <w:b/>
          <w:sz w:val="24"/>
          <w:szCs w:val="24"/>
        </w:rPr>
        <w:t xml:space="preserve">Efekty </w:t>
      </w:r>
      <w:r w:rsidR="004B43B3">
        <w:rPr>
          <w:rFonts w:ascii="Corbel" w:hAnsi="Corbel"/>
          <w:b/>
          <w:sz w:val="24"/>
          <w:szCs w:val="24"/>
        </w:rPr>
        <w:t>uczenia się</w:t>
      </w:r>
      <w:r w:rsidRPr="00572060" w:rsidR="001D7B54">
        <w:rPr>
          <w:rFonts w:ascii="Corbel" w:hAnsi="Corbel"/>
          <w:b/>
          <w:sz w:val="24"/>
          <w:szCs w:val="24"/>
        </w:rPr>
        <w:t xml:space="preserve"> dla przedmiotu</w:t>
      </w:r>
    </w:p>
    <w:p w:rsidRPr="00572060" w:rsidR="001D7B54" w:rsidP="00572060" w:rsidRDefault="001D7B54" w14:paraId="6D8EEBD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92"/>
        <w:gridCol w:w="5964"/>
        <w:gridCol w:w="1864"/>
      </w:tblGrid>
      <w:tr w:rsidRPr="00572060" w:rsidR="0085747A" w:rsidTr="585C0868" w14:paraId="03B77972" w14:textId="77777777">
        <w:tc>
          <w:tcPr>
            <w:tcW w:w="1692" w:type="dxa"/>
            <w:tcMar/>
            <w:vAlign w:val="center"/>
          </w:tcPr>
          <w:p w:rsidRPr="00572060" w:rsidR="0085747A" w:rsidP="00930329" w:rsidRDefault="0085747A" w14:paraId="1EFB88CE" w14:textId="2AF75A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smallCaps w:val="0"/>
                <w:szCs w:val="24"/>
              </w:rPr>
              <w:t>EK</w:t>
            </w:r>
            <w:r w:rsidRPr="00572060" w:rsidR="004D355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572060" w:rsidR="00B82308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4B43B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572060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64" w:type="dxa"/>
            <w:tcMar/>
            <w:vAlign w:val="center"/>
          </w:tcPr>
          <w:p w:rsidRPr="00572060" w:rsidR="0085747A" w:rsidP="00930329" w:rsidRDefault="0085747A" w14:paraId="32BC02B4" w14:textId="1BCD98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4B43B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64" w:type="dxa"/>
            <w:tcMar/>
            <w:vAlign w:val="center"/>
          </w:tcPr>
          <w:p w:rsidRPr="00572060" w:rsidR="0085747A" w:rsidP="00930329" w:rsidRDefault="0085747A" w14:paraId="71C0923F" w14:textId="37A05B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9C54AE" w:rsidR="00354B6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54B6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572060" w:rsidR="002E621E" w:rsidTr="585C0868" w14:paraId="5B16E4E0" w14:textId="77777777">
        <w:tc>
          <w:tcPr>
            <w:tcW w:w="1692" w:type="dxa"/>
            <w:tcMar/>
          </w:tcPr>
          <w:p w:rsidRPr="00572060" w:rsidR="002E621E" w:rsidP="00930329" w:rsidRDefault="00E37E7B" w14:paraId="30BAB5F3" w14:textId="65DE25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2060" w:rsidR="002E621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64" w:type="dxa"/>
            <w:tcMar/>
          </w:tcPr>
          <w:p w:rsidRPr="00572060" w:rsidR="002E621E" w:rsidP="00F573D9" w:rsidRDefault="00F573D9" w14:paraId="05E2F336" w14:textId="1C0ED79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1D568A" w:rsidR="001D568A">
              <w:rPr>
                <w:rFonts w:ascii="Corbel" w:hAnsi="Corbel"/>
                <w:sz w:val="24"/>
                <w:szCs w:val="24"/>
              </w:rPr>
              <w:t xml:space="preserve">na i rozumie podstawowe zasady funkcjonowania programu finansowo-księgowego – </w:t>
            </w:r>
            <w:proofErr w:type="spellStart"/>
            <w:r w:rsidRPr="001D568A" w:rsidR="001D568A">
              <w:rPr>
                <w:rFonts w:ascii="Corbel" w:hAnsi="Corbel"/>
                <w:sz w:val="24"/>
                <w:szCs w:val="24"/>
              </w:rPr>
              <w:t>Comarch</w:t>
            </w:r>
            <w:proofErr w:type="spellEnd"/>
            <w:r w:rsidRPr="001D568A" w:rsidR="001D568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1D568A" w:rsidR="001D568A">
              <w:rPr>
                <w:rFonts w:ascii="Corbel" w:hAnsi="Corbel"/>
                <w:sz w:val="24"/>
                <w:szCs w:val="24"/>
              </w:rPr>
              <w:t>ERP</w:t>
            </w:r>
            <w:proofErr w:type="spellEnd"/>
            <w:r w:rsidRPr="001D568A" w:rsidR="001D568A">
              <w:rPr>
                <w:rFonts w:ascii="Corbel" w:hAnsi="Corbel"/>
                <w:sz w:val="24"/>
                <w:szCs w:val="24"/>
              </w:rPr>
              <w:t xml:space="preserve"> OPTIMA</w:t>
            </w:r>
          </w:p>
        </w:tc>
        <w:tc>
          <w:tcPr>
            <w:tcW w:w="1864" w:type="dxa"/>
            <w:tcMar/>
          </w:tcPr>
          <w:p w:rsidRPr="00572060" w:rsidR="002E621E" w:rsidP="00930329" w:rsidRDefault="002E621E" w14:paraId="6E99207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2060">
              <w:rPr>
                <w:rFonts w:ascii="Corbel" w:hAnsi="Corbel"/>
                <w:b w:val="0"/>
                <w:szCs w:val="24"/>
              </w:rPr>
              <w:t>K_W01</w:t>
            </w:r>
          </w:p>
          <w:p w:rsidRPr="00572060" w:rsidR="002E621E" w:rsidP="00930329" w:rsidRDefault="002E621E" w14:paraId="037FDB9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572060" w:rsidR="002E621E" w:rsidTr="585C0868" w14:paraId="3AC318FC" w14:textId="77777777">
        <w:tc>
          <w:tcPr>
            <w:tcW w:w="1692" w:type="dxa"/>
            <w:tcMar/>
          </w:tcPr>
          <w:p w:rsidRPr="00572060" w:rsidR="002E621E" w:rsidP="00930329" w:rsidRDefault="002E621E" w14:paraId="18573CB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64" w:type="dxa"/>
            <w:tcMar/>
          </w:tcPr>
          <w:p w:rsidRPr="00572060" w:rsidR="002E621E" w:rsidP="00F573D9" w:rsidRDefault="00F573D9" w14:paraId="65C216EB" w14:textId="00716D3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1D568A">
              <w:rPr>
                <w:rFonts w:ascii="Corbel" w:hAnsi="Corbel"/>
                <w:sz w:val="24"/>
                <w:szCs w:val="24"/>
              </w:rPr>
              <w:t xml:space="preserve">na i rozumie </w:t>
            </w:r>
            <w:r w:rsidRPr="001D568A" w:rsidR="001D568A">
              <w:rPr>
                <w:rFonts w:ascii="Corbel" w:hAnsi="Corbel"/>
                <w:sz w:val="24"/>
                <w:szCs w:val="24"/>
              </w:rPr>
              <w:t>przydatność podstawowych modułów programu finansowo-księgowego dla zabezpieczenia potrzeb informacyjnych organizacji</w:t>
            </w:r>
          </w:p>
        </w:tc>
        <w:tc>
          <w:tcPr>
            <w:tcW w:w="1864" w:type="dxa"/>
            <w:tcMar/>
          </w:tcPr>
          <w:p w:rsidRPr="00572060" w:rsidR="001D568A" w:rsidP="001D568A" w:rsidRDefault="001D568A" w14:paraId="6D1CFC3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2060">
              <w:rPr>
                <w:rFonts w:ascii="Corbel" w:hAnsi="Corbel"/>
                <w:b w:val="0"/>
                <w:szCs w:val="24"/>
              </w:rPr>
              <w:t>K_W01</w:t>
            </w:r>
          </w:p>
          <w:p w:rsidRPr="00572060" w:rsidR="002E621E" w:rsidP="00930329" w:rsidRDefault="002E621E" w14:paraId="61F623AA" w14:textId="67935CA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K</w:t>
            </w:r>
            <w:r w:rsidR="00E53DE1">
              <w:rPr>
                <w:rFonts w:ascii="Corbel" w:hAnsi="Corbel"/>
                <w:sz w:val="24"/>
                <w:szCs w:val="24"/>
              </w:rPr>
              <w:t>_W0</w:t>
            </w:r>
            <w:r w:rsidR="001D568A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Pr="00572060" w:rsidR="002E621E" w:rsidTr="585C0868" w14:paraId="59654EAF" w14:textId="77777777">
        <w:tc>
          <w:tcPr>
            <w:tcW w:w="1692" w:type="dxa"/>
            <w:tcMar/>
          </w:tcPr>
          <w:p w:rsidRPr="00572060" w:rsidR="002E621E" w:rsidP="00930329" w:rsidRDefault="00E37E7B" w14:paraId="69A2486C" w14:textId="48990A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2060" w:rsidR="002E621E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964" w:type="dxa"/>
            <w:tcMar/>
          </w:tcPr>
          <w:p w:rsidRPr="00572060" w:rsidR="002E621E" w:rsidP="00E37E7B" w:rsidRDefault="00F573D9" w14:paraId="11C13F03" w14:textId="1A7865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1D568A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Pr="001D568A" w:rsidR="001D568A">
              <w:rPr>
                <w:rFonts w:ascii="Corbel" w:hAnsi="Corbel"/>
                <w:b w:val="0"/>
                <w:smallCaps w:val="0"/>
                <w:szCs w:val="24"/>
              </w:rPr>
              <w:t>obsługiwać Moduł Księ</w:t>
            </w:r>
            <w:r w:rsidR="00E37E7B">
              <w:rPr>
                <w:rFonts w:ascii="Corbel" w:hAnsi="Corbel"/>
                <w:b w:val="0"/>
                <w:smallCaps w:val="0"/>
                <w:szCs w:val="24"/>
              </w:rPr>
              <w:t>gowość, Kadry i płace, Handel, E</w:t>
            </w:r>
            <w:r w:rsidRPr="001D568A" w:rsidR="001D568A">
              <w:rPr>
                <w:rFonts w:ascii="Corbel" w:hAnsi="Corbel"/>
                <w:b w:val="0"/>
                <w:smallCaps w:val="0"/>
                <w:szCs w:val="24"/>
              </w:rPr>
              <w:t>widencje dodatkowe na przykładzie Rejestrów VAT oraz objaśnia istotę przyjętych rozwiąza</w:t>
            </w:r>
            <w:r w:rsidR="001D568A">
              <w:rPr>
                <w:rFonts w:ascii="Corbel" w:hAnsi="Corbel"/>
                <w:b w:val="0"/>
                <w:smallCaps w:val="0"/>
                <w:szCs w:val="24"/>
              </w:rPr>
              <w:t>ń</w:t>
            </w:r>
          </w:p>
        </w:tc>
        <w:tc>
          <w:tcPr>
            <w:tcW w:w="1864" w:type="dxa"/>
            <w:tcMar/>
          </w:tcPr>
          <w:p w:rsidRPr="00572060" w:rsidR="002E621E" w:rsidP="00930329" w:rsidRDefault="002E621E" w14:paraId="3D9B1F8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2060">
              <w:rPr>
                <w:rFonts w:ascii="Corbel" w:hAnsi="Corbel"/>
                <w:b w:val="0"/>
                <w:szCs w:val="24"/>
              </w:rPr>
              <w:t>K_U02</w:t>
            </w:r>
          </w:p>
          <w:p w:rsidRPr="00572060" w:rsidR="002E621E" w:rsidP="585C0868" w:rsidRDefault="002E621E" w14:paraId="03150B76" w14:textId="19405F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585C0868" w:rsidR="002E621E">
              <w:rPr>
                <w:rFonts w:ascii="Corbel" w:hAnsi="Corbel"/>
                <w:b w:val="0"/>
                <w:bCs w:val="0"/>
                <w:caps w:val="0"/>
                <w:smallCaps w:val="0"/>
              </w:rPr>
              <w:t>K_U</w:t>
            </w:r>
            <w:r w:rsidRPr="585C0868" w:rsidR="001D568A">
              <w:rPr>
                <w:rFonts w:ascii="Corbel" w:hAnsi="Corbel"/>
                <w:b w:val="0"/>
                <w:bCs w:val="0"/>
                <w:caps w:val="0"/>
                <w:smallCaps w:val="0"/>
              </w:rPr>
              <w:t>06</w:t>
            </w:r>
          </w:p>
        </w:tc>
      </w:tr>
      <w:tr w:rsidRPr="00572060" w:rsidR="002E621E" w:rsidTr="585C0868" w14:paraId="1E968DD6" w14:textId="77777777">
        <w:tc>
          <w:tcPr>
            <w:tcW w:w="1692" w:type="dxa"/>
            <w:tcMar/>
          </w:tcPr>
          <w:p w:rsidRPr="00572060" w:rsidR="002E621E" w:rsidP="00930329" w:rsidRDefault="00E37E7B" w14:paraId="1E887ED9" w14:textId="5F556A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2060" w:rsidR="002E621E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964" w:type="dxa"/>
            <w:tcMar/>
          </w:tcPr>
          <w:p w:rsidRPr="00572060" w:rsidR="002E621E" w:rsidP="00E37E7B" w:rsidRDefault="00F573D9" w14:paraId="75770B31" w14:textId="17CE22A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1D568A">
              <w:rPr>
                <w:rFonts w:ascii="Corbel" w:hAnsi="Corbel"/>
                <w:sz w:val="24"/>
                <w:szCs w:val="24"/>
              </w:rPr>
              <w:t xml:space="preserve">otrafi </w:t>
            </w:r>
            <w:r w:rsidRPr="001D568A" w:rsidR="001D568A">
              <w:rPr>
                <w:rFonts w:ascii="Corbel" w:hAnsi="Corbel"/>
                <w:sz w:val="24"/>
                <w:szCs w:val="24"/>
              </w:rPr>
              <w:t>sporządzać raporty kasowo-bankowe i sprawozdania finansowe, ewidencjonować zdarzenia gospodarcze z wykorzystaniem schematów księgowań oraz opisuje konsekwencje przyjęcia alternatywnych rozwiązań</w:t>
            </w:r>
          </w:p>
        </w:tc>
        <w:tc>
          <w:tcPr>
            <w:tcW w:w="1864" w:type="dxa"/>
            <w:tcMar/>
          </w:tcPr>
          <w:p w:rsidRPr="00572060" w:rsidR="002E621E" w:rsidP="00930329" w:rsidRDefault="002E621E" w14:paraId="72F55820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K_U02</w:t>
            </w:r>
          </w:p>
          <w:p w:rsidRPr="00572060" w:rsidR="002E621E" w:rsidP="00E53DE1" w:rsidRDefault="002E621E" w14:paraId="4942B13F" w14:textId="64BE11D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85C0868" w:rsidR="002E621E">
              <w:rPr>
                <w:rFonts w:ascii="Corbel" w:hAnsi="Corbel"/>
                <w:sz w:val="24"/>
                <w:szCs w:val="24"/>
              </w:rPr>
              <w:t>K_U</w:t>
            </w:r>
            <w:r w:rsidRPr="585C0868" w:rsidR="001D568A">
              <w:rPr>
                <w:rFonts w:ascii="Corbel" w:hAnsi="Corbel"/>
                <w:sz w:val="24"/>
                <w:szCs w:val="24"/>
              </w:rPr>
              <w:t>06</w:t>
            </w:r>
          </w:p>
        </w:tc>
      </w:tr>
      <w:tr w:rsidRPr="00572060" w:rsidR="002E621E" w:rsidTr="585C0868" w14:paraId="4BE4900D" w14:textId="77777777">
        <w:tc>
          <w:tcPr>
            <w:tcW w:w="1692" w:type="dxa"/>
            <w:tcMar/>
          </w:tcPr>
          <w:p w:rsidRPr="00572060" w:rsidR="002E621E" w:rsidP="00930329" w:rsidRDefault="00E37E7B" w14:paraId="10CC1D51" w14:textId="54A6AA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2060" w:rsidR="002E621E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5964" w:type="dxa"/>
            <w:tcMar/>
          </w:tcPr>
          <w:p w:rsidRPr="00572060" w:rsidR="002E621E" w:rsidP="00E37E7B" w:rsidRDefault="248B8254" w14:paraId="018D6659" w14:textId="5BB8203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C501D67">
              <w:rPr>
                <w:rFonts w:ascii="Corbel" w:hAnsi="Corbel"/>
                <w:sz w:val="24"/>
                <w:szCs w:val="24"/>
              </w:rPr>
              <w:t>J</w:t>
            </w:r>
            <w:r w:rsidRPr="2C501D67" w:rsidR="4A23E485">
              <w:rPr>
                <w:rFonts w:ascii="Corbel" w:hAnsi="Corbel"/>
                <w:sz w:val="24"/>
                <w:szCs w:val="24"/>
              </w:rPr>
              <w:t>est gotów do podejmowania własnych inicjatyw w zakresie ciągłego doskonalenia umiejętności z zakresu obsługi programów finansowo-księgowych w kontekście zmiany uwarunkowań społeczno</w:t>
            </w:r>
            <w:r w:rsidRPr="2C501D67" w:rsidR="00E37E7B">
              <w:rPr>
                <w:rFonts w:ascii="Corbel" w:hAnsi="Corbel"/>
                <w:sz w:val="24"/>
                <w:szCs w:val="24"/>
              </w:rPr>
              <w:t>-</w:t>
            </w:r>
            <w:r w:rsidRPr="2C501D67" w:rsidR="4A23E485">
              <w:rPr>
                <w:rFonts w:ascii="Corbel" w:hAnsi="Corbel"/>
                <w:sz w:val="24"/>
                <w:szCs w:val="24"/>
              </w:rPr>
              <w:t>ekonomicznych</w:t>
            </w:r>
          </w:p>
        </w:tc>
        <w:tc>
          <w:tcPr>
            <w:tcW w:w="1864" w:type="dxa"/>
            <w:tcMar/>
          </w:tcPr>
          <w:p w:rsidRPr="00572060" w:rsidR="002E621E" w:rsidP="00930329" w:rsidRDefault="002E621E" w14:paraId="289C2778" w14:textId="0622435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85C0868" w:rsidR="002E621E">
              <w:rPr>
                <w:rFonts w:ascii="Corbel" w:hAnsi="Corbel"/>
                <w:sz w:val="24"/>
                <w:szCs w:val="24"/>
              </w:rPr>
              <w:t>K_K01</w:t>
            </w:r>
          </w:p>
          <w:p w:rsidRPr="00572060" w:rsidR="002E621E" w:rsidP="00930329" w:rsidRDefault="002E621E" w14:paraId="09A2F6D9" w14:textId="168F925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85C0868" w:rsidR="002E621E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:rsidRPr="00572060" w:rsidR="0085747A" w:rsidP="00572060" w:rsidRDefault="0085747A" w14:paraId="1A77212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572060" w:rsidR="0085747A" w:rsidP="00572060" w:rsidRDefault="00675843" w14:paraId="67405A11" w14:textId="00905F20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72060">
        <w:rPr>
          <w:rFonts w:ascii="Corbel" w:hAnsi="Corbel"/>
          <w:b/>
          <w:sz w:val="24"/>
          <w:szCs w:val="24"/>
        </w:rPr>
        <w:t>3.3</w:t>
      </w:r>
      <w:r w:rsidR="00E37E7B">
        <w:rPr>
          <w:rFonts w:ascii="Corbel" w:hAnsi="Corbel"/>
          <w:b/>
          <w:sz w:val="24"/>
          <w:szCs w:val="24"/>
        </w:rPr>
        <w:t>.</w:t>
      </w:r>
      <w:r w:rsidRPr="00572060" w:rsidR="001D7B54">
        <w:rPr>
          <w:rFonts w:ascii="Corbel" w:hAnsi="Corbel"/>
          <w:b/>
          <w:sz w:val="24"/>
          <w:szCs w:val="24"/>
        </w:rPr>
        <w:t xml:space="preserve"> </w:t>
      </w:r>
      <w:r w:rsidRPr="00572060" w:rsidR="0085747A">
        <w:rPr>
          <w:rFonts w:ascii="Corbel" w:hAnsi="Corbel"/>
          <w:b/>
          <w:sz w:val="24"/>
          <w:szCs w:val="24"/>
        </w:rPr>
        <w:t>T</w:t>
      </w:r>
      <w:r w:rsidRPr="00572060" w:rsidR="001D7B54">
        <w:rPr>
          <w:rFonts w:ascii="Corbel" w:hAnsi="Corbel"/>
          <w:b/>
          <w:sz w:val="24"/>
          <w:szCs w:val="24"/>
        </w:rPr>
        <w:t>reści programowe</w:t>
      </w:r>
    </w:p>
    <w:p w:rsidR="00685F10" w:rsidP="0028087B" w:rsidRDefault="00685F10" w14:paraId="1429704E" w14:textId="7BF2A655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="0085747A" w:rsidP="00572060" w:rsidRDefault="0085747A" w14:paraId="2ACC2A26" w14:textId="38AB069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572060">
        <w:rPr>
          <w:rFonts w:ascii="Corbel" w:hAnsi="Corbel"/>
          <w:sz w:val="24"/>
          <w:szCs w:val="24"/>
        </w:rPr>
        <w:t>Problematyka ćwiczeń audytoryjnych</w:t>
      </w:r>
    </w:p>
    <w:p w:rsidRPr="00572060" w:rsidR="00F573D9" w:rsidP="00F573D9" w:rsidRDefault="00F573D9" w14:paraId="171AE959" w14:textId="77777777">
      <w:pPr>
        <w:pStyle w:val="Akapitzlist"/>
        <w:spacing w:after="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572060" w:rsidR="004D5AB3" w:rsidTr="002E621E" w14:paraId="5B5A758E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72060" w:rsidR="004D5AB3" w:rsidP="00572060" w:rsidRDefault="004D5AB3" w14:paraId="7579C3D3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572060" w:rsidR="002E621E" w:rsidTr="002E621E" w14:paraId="552BFD21" w14:textId="77777777">
        <w:tc>
          <w:tcPr>
            <w:tcW w:w="9520" w:type="dxa"/>
            <w:vAlign w:val="center"/>
          </w:tcPr>
          <w:p w:rsidRPr="00572060" w:rsidR="002E621E" w:rsidP="00572060" w:rsidRDefault="002E621E" w14:paraId="385CA4D3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Ogólna charakterystyka systemu finansowo-księgowego. Konfiguracja nowej firmy. Tworzenie kategorii ogólnych i szczegółowych kosztów i przychodów.</w:t>
            </w:r>
          </w:p>
        </w:tc>
      </w:tr>
      <w:tr w:rsidRPr="00572060" w:rsidR="002E621E" w:rsidTr="002E621E" w14:paraId="34429638" w14:textId="77777777">
        <w:tc>
          <w:tcPr>
            <w:tcW w:w="9520" w:type="dxa"/>
            <w:vAlign w:val="center"/>
          </w:tcPr>
          <w:p w:rsidRPr="00572060" w:rsidR="002E621E" w:rsidP="00572060" w:rsidRDefault="002E621E" w14:paraId="139AC9F6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Zapisywanie danych słownikowych kontrahentów, pracowników, banków i urzędów.</w:t>
            </w:r>
          </w:p>
        </w:tc>
      </w:tr>
      <w:tr w:rsidRPr="00572060" w:rsidR="002E621E" w:rsidTr="002E621E" w14:paraId="3244BCEC" w14:textId="77777777">
        <w:tc>
          <w:tcPr>
            <w:tcW w:w="9520" w:type="dxa"/>
          </w:tcPr>
          <w:p w:rsidRPr="00572060" w:rsidR="002E621E" w:rsidP="00572060" w:rsidRDefault="002E621E" w14:paraId="7989B07E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Rejestry i raporty kasowo-bankowe. Rozliczenia kasowo – bankowe. Kompensata zapisów kasowo-bankowych.</w:t>
            </w:r>
          </w:p>
        </w:tc>
      </w:tr>
      <w:tr w:rsidRPr="00572060" w:rsidR="002E621E" w:rsidTr="002E621E" w14:paraId="1D2480A1" w14:textId="77777777">
        <w:tc>
          <w:tcPr>
            <w:tcW w:w="9520" w:type="dxa"/>
            <w:vAlign w:val="center"/>
          </w:tcPr>
          <w:p w:rsidRPr="00572060" w:rsidR="002E621E" w:rsidP="00572060" w:rsidRDefault="002E621E" w14:paraId="121079FC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Ewidencja kosztów i przychodów dokumentowanych fakturami VAT.</w:t>
            </w:r>
          </w:p>
        </w:tc>
      </w:tr>
      <w:tr w:rsidRPr="00572060" w:rsidR="002E621E" w:rsidTr="002E621E" w14:paraId="474B8B84" w14:textId="77777777">
        <w:tc>
          <w:tcPr>
            <w:tcW w:w="9520" w:type="dxa"/>
            <w:vAlign w:val="center"/>
          </w:tcPr>
          <w:p w:rsidRPr="00572060" w:rsidR="002E621E" w:rsidP="00572060" w:rsidRDefault="002E621E" w14:paraId="1C67704A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Funkcjonowanie Modułu Księgowość: zapisy księgowe, schematy księgowe.</w:t>
            </w:r>
          </w:p>
        </w:tc>
      </w:tr>
      <w:tr w:rsidRPr="00572060" w:rsidR="002E621E" w:rsidTr="002E621E" w14:paraId="450E4412" w14:textId="77777777">
        <w:tc>
          <w:tcPr>
            <w:tcW w:w="9520" w:type="dxa"/>
            <w:vAlign w:val="center"/>
          </w:tcPr>
          <w:p w:rsidRPr="00572060" w:rsidR="002E621E" w:rsidP="00572060" w:rsidRDefault="002E621E" w14:paraId="38342F7B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Funkcjonowanie modułu Kadry i płace. Naliczanie płac pracowników zatrudnionych na etat i na umowę zlecenie. Elementy wynagrodzeń, dodatki i potrącenia w liście płac.</w:t>
            </w:r>
          </w:p>
        </w:tc>
      </w:tr>
      <w:tr w:rsidRPr="00572060" w:rsidR="002E621E" w:rsidTr="002E621E" w14:paraId="3A8EDF4F" w14:textId="77777777">
        <w:tc>
          <w:tcPr>
            <w:tcW w:w="9520" w:type="dxa"/>
            <w:vAlign w:val="center"/>
          </w:tcPr>
          <w:p w:rsidRPr="00572060" w:rsidR="002E621E" w:rsidP="00572060" w:rsidRDefault="002E621E" w14:paraId="4F563DD4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lastRenderedPageBreak/>
              <w:t xml:space="preserve">Moduł Handel – zapisy magazynowe, wystawianie faktur sprzedaży, dowodów </w:t>
            </w:r>
            <w:proofErr w:type="spellStart"/>
            <w:r w:rsidRPr="00572060">
              <w:rPr>
                <w:rFonts w:ascii="Corbel" w:hAnsi="Corbel"/>
                <w:sz w:val="24"/>
                <w:szCs w:val="24"/>
              </w:rPr>
              <w:t>Wz</w:t>
            </w:r>
            <w:proofErr w:type="spellEnd"/>
            <w:r w:rsidRPr="00572060">
              <w:rPr>
                <w:rFonts w:ascii="Corbel" w:hAnsi="Corbel"/>
                <w:sz w:val="24"/>
                <w:szCs w:val="24"/>
              </w:rPr>
              <w:t>, ewidencja zakupu i przyjęcia towarów, rozliczenia finansowe z dostawcami i odbiorcami.</w:t>
            </w:r>
          </w:p>
        </w:tc>
      </w:tr>
    </w:tbl>
    <w:p w:rsidRPr="00572060" w:rsidR="0085747A" w:rsidP="00572060" w:rsidRDefault="0085747A" w14:paraId="1619A5C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572060" w:rsidR="0085747A" w:rsidP="00572060" w:rsidRDefault="009F4610" w14:paraId="70F89E99" w14:textId="3D9E0E1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>3.4</w:t>
      </w:r>
      <w:r w:rsidR="00E37E7B">
        <w:rPr>
          <w:rFonts w:ascii="Corbel" w:hAnsi="Corbel"/>
          <w:smallCaps w:val="0"/>
          <w:szCs w:val="24"/>
        </w:rPr>
        <w:t>.</w:t>
      </w:r>
      <w:r w:rsidRPr="00572060">
        <w:rPr>
          <w:rFonts w:ascii="Corbel" w:hAnsi="Corbel"/>
          <w:smallCaps w:val="0"/>
          <w:szCs w:val="24"/>
        </w:rPr>
        <w:t xml:space="preserve"> Metody dydaktyczne</w:t>
      </w:r>
      <w:r w:rsidRPr="00572060">
        <w:rPr>
          <w:rFonts w:ascii="Corbel" w:hAnsi="Corbel"/>
          <w:b w:val="0"/>
          <w:smallCaps w:val="0"/>
          <w:szCs w:val="24"/>
        </w:rPr>
        <w:t xml:space="preserve"> </w:t>
      </w:r>
    </w:p>
    <w:p w:rsidRPr="00572060" w:rsidR="0085747A" w:rsidP="00572060" w:rsidRDefault="0085747A" w14:paraId="0CE94A5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572060" w:rsidR="004D5AB3" w:rsidP="00572060" w:rsidRDefault="00E37E7B" w14:paraId="6CD5E80F" w14:textId="4DA911C0">
      <w:pPr>
        <w:spacing w:after="0"/>
        <w:rPr>
          <w:rFonts w:ascii="Corbel" w:hAnsi="Corbel" w:eastAsia="Times New Roman"/>
          <w:sz w:val="24"/>
          <w:szCs w:val="24"/>
          <w:lang w:eastAsia="pl-PL"/>
        </w:rPr>
      </w:pPr>
      <w:r w:rsidRPr="2C501D67">
        <w:rPr>
          <w:rFonts w:ascii="Corbel" w:hAnsi="Corbel" w:eastAsia="Times New Roman"/>
          <w:sz w:val="24"/>
          <w:szCs w:val="24"/>
          <w:lang w:eastAsia="pl-PL"/>
        </w:rPr>
        <w:t>P</w:t>
      </w:r>
      <w:r w:rsidRPr="2C501D67" w:rsidR="004D5AB3">
        <w:rPr>
          <w:rFonts w:ascii="Corbel" w:hAnsi="Corbel" w:eastAsia="Times New Roman"/>
          <w:sz w:val="24"/>
          <w:szCs w:val="24"/>
          <w:lang w:eastAsia="pl-PL"/>
        </w:rPr>
        <w:t>raca w laboratorium komputerowym, prezentacja multimedialna ćwiczeń do rozwiązania, objaśnienia słowne stosowanych rozwiązań</w:t>
      </w:r>
      <w:r w:rsidRPr="2C501D67" w:rsidR="34C4D164">
        <w:rPr>
          <w:rFonts w:ascii="Corbel" w:hAnsi="Corbel" w:eastAsia="Times New Roman"/>
          <w:sz w:val="24"/>
          <w:szCs w:val="24"/>
          <w:lang w:eastAsia="pl-PL"/>
        </w:rPr>
        <w:t xml:space="preserve">, korzystanie z aplikacji </w:t>
      </w:r>
      <w:proofErr w:type="spellStart"/>
      <w:r w:rsidRPr="2C501D67" w:rsidR="34C4D164">
        <w:rPr>
          <w:rFonts w:ascii="Corbel" w:hAnsi="Corbel" w:eastAsia="Times New Roman"/>
          <w:sz w:val="24"/>
          <w:szCs w:val="24"/>
          <w:lang w:eastAsia="pl-PL"/>
        </w:rPr>
        <w:t>Comarch</w:t>
      </w:r>
      <w:proofErr w:type="spellEnd"/>
      <w:r w:rsidRPr="2C501D67" w:rsidR="34C4D164">
        <w:rPr>
          <w:rFonts w:ascii="Corbel" w:hAnsi="Corbel" w:eastAsia="Times New Roman"/>
          <w:sz w:val="24"/>
          <w:szCs w:val="24"/>
          <w:lang w:eastAsia="pl-PL"/>
        </w:rPr>
        <w:t xml:space="preserve"> </w:t>
      </w:r>
      <w:proofErr w:type="spellStart"/>
      <w:r w:rsidRPr="2C501D67" w:rsidR="34C4D164">
        <w:rPr>
          <w:rFonts w:ascii="Corbel" w:hAnsi="Corbel" w:eastAsia="Times New Roman"/>
          <w:sz w:val="24"/>
          <w:szCs w:val="24"/>
          <w:lang w:eastAsia="pl-PL"/>
        </w:rPr>
        <w:t>ERP</w:t>
      </w:r>
      <w:proofErr w:type="spellEnd"/>
      <w:r w:rsidRPr="2C501D67" w:rsidR="34C4D164">
        <w:rPr>
          <w:rFonts w:ascii="Corbel" w:hAnsi="Corbel" w:eastAsia="Times New Roman"/>
          <w:sz w:val="24"/>
          <w:szCs w:val="24"/>
          <w:lang w:eastAsia="pl-PL"/>
        </w:rPr>
        <w:t xml:space="preserve"> OPTIMA</w:t>
      </w:r>
    </w:p>
    <w:p w:rsidR="0085747A" w:rsidP="00572060" w:rsidRDefault="0085747A" w14:paraId="65347C5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572060" w:rsidR="00F573D9" w:rsidP="00572060" w:rsidRDefault="00F573D9" w14:paraId="2C997B4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572060" w:rsidR="0085747A" w:rsidP="00572060" w:rsidRDefault="00C61DC5" w14:paraId="2992D6D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 xml:space="preserve">4. </w:t>
      </w:r>
      <w:r w:rsidRPr="00572060" w:rsidR="0085747A">
        <w:rPr>
          <w:rFonts w:ascii="Corbel" w:hAnsi="Corbel"/>
          <w:smallCaps w:val="0"/>
          <w:szCs w:val="24"/>
        </w:rPr>
        <w:t>METODY I KRYTERIA OCENY</w:t>
      </w:r>
      <w:r w:rsidRPr="00572060" w:rsidR="009F4610">
        <w:rPr>
          <w:rFonts w:ascii="Corbel" w:hAnsi="Corbel"/>
          <w:smallCaps w:val="0"/>
          <w:szCs w:val="24"/>
        </w:rPr>
        <w:t xml:space="preserve"> </w:t>
      </w:r>
    </w:p>
    <w:p w:rsidRPr="00572060" w:rsidR="00923D7D" w:rsidP="00572060" w:rsidRDefault="00923D7D" w14:paraId="0149E48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572060" w:rsidR="0085747A" w:rsidP="00572060" w:rsidRDefault="0085747A" w14:paraId="0AD00B3F" w14:textId="738F5C6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>4.1</w:t>
      </w:r>
      <w:r w:rsidR="00E37E7B">
        <w:rPr>
          <w:rFonts w:ascii="Corbel" w:hAnsi="Corbel"/>
          <w:smallCaps w:val="0"/>
          <w:szCs w:val="24"/>
        </w:rPr>
        <w:t>.</w:t>
      </w:r>
      <w:r w:rsidRPr="00572060">
        <w:rPr>
          <w:rFonts w:ascii="Corbel" w:hAnsi="Corbel"/>
          <w:smallCaps w:val="0"/>
          <w:szCs w:val="24"/>
        </w:rPr>
        <w:t xml:space="preserve"> Sposoby weryfikacji efektów </w:t>
      </w:r>
      <w:r w:rsidR="00311AA3">
        <w:rPr>
          <w:rFonts w:ascii="Corbel" w:hAnsi="Corbel"/>
          <w:smallCaps w:val="0"/>
          <w:szCs w:val="24"/>
        </w:rPr>
        <w:t>uczenia się</w:t>
      </w:r>
    </w:p>
    <w:p w:rsidRPr="00572060" w:rsidR="0085747A" w:rsidP="00572060" w:rsidRDefault="0085747A" w14:paraId="6A4C365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4759"/>
        <w:gridCol w:w="3173"/>
      </w:tblGrid>
      <w:tr w:rsidRPr="00572060" w:rsidR="0085747A" w:rsidTr="2C501D67" w14:paraId="75727D3A" w14:textId="77777777">
        <w:tc>
          <w:tcPr>
            <w:tcW w:w="1588" w:type="dxa"/>
            <w:vAlign w:val="center"/>
          </w:tcPr>
          <w:p w:rsidRPr="00572060" w:rsidR="0085747A" w:rsidP="00572060" w:rsidRDefault="0071620A" w14:paraId="08CCC33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759" w:type="dxa"/>
            <w:vAlign w:val="center"/>
          </w:tcPr>
          <w:p w:rsidRPr="00572060" w:rsidR="0085747A" w:rsidP="00572060" w:rsidRDefault="0085747A" w14:paraId="326ADC6B" w14:textId="5B5C67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311A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:rsidRPr="00572060" w:rsidR="0085747A" w:rsidP="00572060" w:rsidRDefault="00E37E7B" w14:paraId="4896C5DE" w14:textId="4B647D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3173" w:type="dxa"/>
            <w:vAlign w:val="center"/>
          </w:tcPr>
          <w:p w:rsidRPr="00572060" w:rsidR="00923D7D" w:rsidP="00572060" w:rsidRDefault="0085747A" w14:paraId="5B31BD0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572060" w:rsidR="0085747A" w:rsidP="00572060" w:rsidRDefault="0085747A" w14:paraId="1E2E68A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7206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7206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572060" w:rsidR="00AC5787" w:rsidTr="2C501D67" w14:paraId="2E26014D" w14:textId="77777777">
        <w:tc>
          <w:tcPr>
            <w:tcW w:w="1588" w:type="dxa"/>
          </w:tcPr>
          <w:p w:rsidRPr="00572060" w:rsidR="00AC5787" w:rsidP="00AC5787" w:rsidRDefault="00AC5787" w14:paraId="443B05BE" w14:textId="00BF82C5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206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4759" w:type="dxa"/>
          </w:tcPr>
          <w:p w:rsidRPr="00572060" w:rsidR="00AC5787" w:rsidP="00AC5787" w:rsidRDefault="00AC5787" w14:paraId="2758249D" w14:textId="3FA3EB7A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ocena udzielanych odpowiedzi w trakcie rozwiązywania przykładów</w:t>
            </w:r>
          </w:p>
        </w:tc>
        <w:tc>
          <w:tcPr>
            <w:tcW w:w="3173" w:type="dxa"/>
          </w:tcPr>
          <w:p w:rsidRPr="00AC5787" w:rsidR="00AC5787" w:rsidP="00AC5787" w:rsidRDefault="00AC5787" w14:paraId="7B8165A9" w14:textId="1EFE5B8B">
            <w:pPr>
              <w:pStyle w:val="Punktygwne"/>
              <w:spacing w:before="0" w:after="0"/>
              <w:jc w:val="center"/>
              <w:rPr>
                <w:rFonts w:ascii="Corbel" w:hAnsi="Corbel" w:eastAsia="Times New Roman"/>
                <w:b w:val="0"/>
                <w:smallCaps w:val="0"/>
                <w:lang w:eastAsia="pl-PL"/>
              </w:rPr>
            </w:pPr>
            <w:r w:rsidRPr="00AC5787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Pr="00572060" w:rsidR="00AC5787" w:rsidTr="2C501D67" w14:paraId="307F0194" w14:textId="77777777">
        <w:tc>
          <w:tcPr>
            <w:tcW w:w="1588" w:type="dxa"/>
          </w:tcPr>
          <w:p w:rsidRPr="00572060" w:rsidR="00AC5787" w:rsidP="00AC5787" w:rsidRDefault="00AC5787" w14:paraId="030CB906" w14:textId="4E08603C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4759" w:type="dxa"/>
          </w:tcPr>
          <w:p w:rsidRPr="00572060" w:rsidR="00AC5787" w:rsidP="00AC5787" w:rsidRDefault="00AC5787" w14:paraId="1A22CAB0" w14:textId="437DF0D4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ocena udzielanych odpowiedzi w trakcie rozwiązywania przykładów</w:t>
            </w:r>
          </w:p>
        </w:tc>
        <w:tc>
          <w:tcPr>
            <w:tcW w:w="3173" w:type="dxa"/>
          </w:tcPr>
          <w:p w:rsidRPr="00AC5787" w:rsidR="00AC5787" w:rsidP="00AC5787" w:rsidRDefault="00AC5787" w14:paraId="43C67B8F" w14:textId="765408D9">
            <w:pPr>
              <w:pStyle w:val="Punktygwne"/>
              <w:spacing w:before="0" w:after="0"/>
              <w:jc w:val="center"/>
              <w:rPr>
                <w:rFonts w:ascii="Corbel" w:hAnsi="Corbel" w:eastAsia="Times New Roman"/>
                <w:b w:val="0"/>
                <w:smallCaps w:val="0"/>
                <w:lang w:eastAsia="pl-PL"/>
              </w:rPr>
            </w:pPr>
            <w:r w:rsidRPr="00AC5787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Pr="00572060" w:rsidR="00AC5787" w:rsidTr="2C501D67" w14:paraId="360034C0" w14:textId="77777777">
        <w:tc>
          <w:tcPr>
            <w:tcW w:w="1588" w:type="dxa"/>
          </w:tcPr>
          <w:p w:rsidRPr="00572060" w:rsidR="00AC5787" w:rsidP="00AC5787" w:rsidRDefault="00AC5787" w14:paraId="136C626F" w14:textId="3260BF22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4759" w:type="dxa"/>
          </w:tcPr>
          <w:p w:rsidRPr="00572060" w:rsidR="00AC5787" w:rsidP="00AC5787" w:rsidRDefault="00AC5787" w14:paraId="400903BB" w14:textId="04B6E2CD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kolokwium</w:t>
            </w:r>
          </w:p>
        </w:tc>
        <w:tc>
          <w:tcPr>
            <w:tcW w:w="3173" w:type="dxa"/>
          </w:tcPr>
          <w:p w:rsidRPr="00AC5787" w:rsidR="00AC5787" w:rsidP="00AC5787" w:rsidRDefault="00AC5787" w14:paraId="34E0FABF" w14:textId="24381B0A">
            <w:pPr>
              <w:pStyle w:val="Punktygwne"/>
              <w:spacing w:before="0" w:after="0"/>
              <w:jc w:val="center"/>
              <w:rPr>
                <w:rFonts w:ascii="Corbel" w:hAnsi="Corbel" w:eastAsia="Times New Roman"/>
                <w:b w:val="0"/>
                <w:smallCaps w:val="0"/>
                <w:lang w:eastAsia="pl-PL"/>
              </w:rPr>
            </w:pPr>
            <w:r w:rsidRPr="00AC5787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Pr="00572060" w:rsidR="00AC5787" w:rsidTr="2C501D67" w14:paraId="0499AC5B" w14:textId="77777777">
        <w:tc>
          <w:tcPr>
            <w:tcW w:w="1588" w:type="dxa"/>
          </w:tcPr>
          <w:p w:rsidRPr="00572060" w:rsidR="00AC5787" w:rsidP="00AC5787" w:rsidRDefault="00AC5787" w14:paraId="40F4688A" w14:textId="122E3C23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2060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4759" w:type="dxa"/>
          </w:tcPr>
          <w:p w:rsidRPr="00572060" w:rsidR="00AC5787" w:rsidP="00AC5787" w:rsidRDefault="00AC5787" w14:paraId="7B5B5836" w14:textId="635D1336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kolokwium</w:t>
            </w:r>
          </w:p>
        </w:tc>
        <w:tc>
          <w:tcPr>
            <w:tcW w:w="3173" w:type="dxa"/>
          </w:tcPr>
          <w:p w:rsidRPr="00AC5787" w:rsidR="00AC5787" w:rsidP="00AC5787" w:rsidRDefault="00AC5787" w14:paraId="7A5406E6" w14:textId="0D740A94">
            <w:pPr>
              <w:pStyle w:val="Punktygwne"/>
              <w:spacing w:before="0" w:after="0"/>
              <w:jc w:val="center"/>
              <w:rPr>
                <w:rFonts w:ascii="Corbel" w:hAnsi="Corbel" w:eastAsia="Times New Roman"/>
                <w:b w:val="0"/>
                <w:smallCaps w:val="0"/>
                <w:lang w:eastAsia="pl-PL"/>
              </w:rPr>
            </w:pPr>
            <w:r w:rsidRPr="00AC5787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Pr="00572060" w:rsidR="00AC5787" w:rsidTr="2C501D67" w14:paraId="474C08C1" w14:textId="77777777">
        <w:tc>
          <w:tcPr>
            <w:tcW w:w="1588" w:type="dxa"/>
          </w:tcPr>
          <w:p w:rsidRPr="00572060" w:rsidR="00AC5787" w:rsidP="00AC5787" w:rsidRDefault="00AC5787" w14:paraId="1675C9D8" w14:textId="12C5C756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4759" w:type="dxa"/>
          </w:tcPr>
          <w:p w:rsidRPr="00572060" w:rsidR="00AC5787" w:rsidP="00AC5787" w:rsidRDefault="00AC5787" w14:paraId="3FCD3272" w14:textId="693DFCF9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 xml:space="preserve">obserwacja postawy i </w:t>
            </w:r>
            <w:r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 xml:space="preserve">zajmowanego </w:t>
            </w:r>
            <w:r w:rsidRPr="00572060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stanowisk</w:t>
            </w:r>
            <w:r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a</w:t>
            </w:r>
          </w:p>
        </w:tc>
        <w:tc>
          <w:tcPr>
            <w:tcW w:w="3173" w:type="dxa"/>
          </w:tcPr>
          <w:p w:rsidRPr="00AC5787" w:rsidR="00AC5787" w:rsidP="00AC5787" w:rsidRDefault="00AC5787" w14:paraId="3E150420" w14:textId="558BD45C">
            <w:pPr>
              <w:pStyle w:val="Punktygwne"/>
              <w:spacing w:before="0" w:after="0"/>
              <w:jc w:val="center"/>
              <w:rPr>
                <w:rFonts w:ascii="Corbel" w:hAnsi="Corbel" w:eastAsia="Times New Roman"/>
                <w:b w:val="0"/>
                <w:smallCaps w:val="0"/>
                <w:lang w:eastAsia="pl-PL"/>
              </w:rPr>
            </w:pPr>
            <w:r w:rsidRPr="00AC5787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</w:tbl>
    <w:p w:rsidRPr="00572060" w:rsidR="00923D7D" w:rsidP="00572060" w:rsidRDefault="00923D7D" w14:paraId="4AF8B8B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572060" w:rsidR="0085747A" w:rsidP="00572060" w:rsidRDefault="003E1941" w14:paraId="42D428B1" w14:textId="0A1ECD4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>4.2</w:t>
      </w:r>
      <w:r w:rsidR="00E37E7B">
        <w:rPr>
          <w:rFonts w:ascii="Corbel" w:hAnsi="Corbel"/>
          <w:smallCaps w:val="0"/>
          <w:szCs w:val="24"/>
        </w:rPr>
        <w:t>.</w:t>
      </w:r>
      <w:r w:rsidRPr="00572060">
        <w:rPr>
          <w:rFonts w:ascii="Corbel" w:hAnsi="Corbel"/>
          <w:smallCaps w:val="0"/>
          <w:szCs w:val="24"/>
        </w:rPr>
        <w:t xml:space="preserve"> </w:t>
      </w:r>
      <w:r w:rsidRPr="00572060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572060" w:rsidR="00923D7D">
        <w:rPr>
          <w:rFonts w:ascii="Corbel" w:hAnsi="Corbel"/>
          <w:smallCaps w:val="0"/>
          <w:szCs w:val="24"/>
        </w:rPr>
        <w:t xml:space="preserve"> </w:t>
      </w:r>
    </w:p>
    <w:p w:rsidRPr="00572060" w:rsidR="00923D7D" w:rsidP="00572060" w:rsidRDefault="00923D7D" w14:paraId="6029D5B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572060" w:rsidR="0085747A" w:rsidTr="00923D7D" w14:paraId="4EB1D26C" w14:textId="77777777">
        <w:tc>
          <w:tcPr>
            <w:tcW w:w="9670" w:type="dxa"/>
          </w:tcPr>
          <w:p w:rsidRPr="00572060" w:rsidR="004D5AB3" w:rsidP="00572060" w:rsidRDefault="00E37E7B" w14:paraId="3FF85E91" w14:textId="4C5A5955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Z</w:t>
            </w:r>
            <w:r w:rsidRPr="00572060" w:rsidR="004D5AB3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aliczenie z oceną na podstawie ocen cząstkowych (</w:t>
            </w:r>
            <w:r w:rsidRPr="00572060" w:rsidR="002E621E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3</w:t>
            </w:r>
            <w:r w:rsidRPr="00572060" w:rsidR="004D5AB3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 xml:space="preserve"> kolokwia</w:t>
            </w:r>
            <w:r w:rsidR="00311AA3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 xml:space="preserve"> – każde na ocenę pozytywn</w:t>
            </w:r>
            <w:r w:rsidR="0028087B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ą</w:t>
            </w:r>
            <w:r w:rsidRPr="00572060" w:rsidR="004D5AB3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, bieżąca prezentacja na zajęciach rezultatów rozwiązywanych przykładów</w:t>
            </w:r>
            <w:r w:rsidRPr="00572060" w:rsidR="00B16388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)</w:t>
            </w:r>
            <w:r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.</w:t>
            </w:r>
          </w:p>
          <w:p w:rsidRPr="00572060" w:rsidR="0085747A" w:rsidP="00572060" w:rsidRDefault="00311AA3" w14:paraId="3650A40A" w14:textId="311C6DD8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,0 wymaga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% maksymalnej ilości punktów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P="00572060" w:rsidRDefault="0085747A" w14:paraId="16E25B5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572060" w:rsidR="00F573D9" w:rsidP="00572060" w:rsidRDefault="00F573D9" w14:paraId="06209FA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572060" w:rsidR="009F4610" w:rsidP="00572060" w:rsidRDefault="0085747A" w14:paraId="04D6035A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72060">
        <w:rPr>
          <w:rFonts w:ascii="Corbel" w:hAnsi="Corbel"/>
          <w:b/>
          <w:sz w:val="24"/>
          <w:szCs w:val="24"/>
        </w:rPr>
        <w:t xml:space="preserve">5. </w:t>
      </w:r>
      <w:r w:rsidRPr="00572060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Pr="00572060" w:rsidR="00C61DC5">
        <w:rPr>
          <w:rFonts w:ascii="Corbel" w:hAnsi="Corbel"/>
          <w:b/>
          <w:sz w:val="24"/>
          <w:szCs w:val="24"/>
        </w:rPr>
        <w:t>ECTS</w:t>
      </w:r>
      <w:proofErr w:type="spellEnd"/>
      <w:r w:rsidRPr="00572060" w:rsidR="00C61DC5">
        <w:rPr>
          <w:rFonts w:ascii="Corbel" w:hAnsi="Corbel"/>
          <w:b/>
          <w:sz w:val="24"/>
          <w:szCs w:val="24"/>
        </w:rPr>
        <w:t xml:space="preserve"> </w:t>
      </w:r>
    </w:p>
    <w:p w:rsidRPr="00572060" w:rsidR="0085747A" w:rsidP="00572060" w:rsidRDefault="0085747A" w14:paraId="214B4DC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Pr="00572060" w:rsidR="0085747A" w:rsidTr="002E621E" w14:paraId="27BF914E" w14:textId="77777777">
        <w:tc>
          <w:tcPr>
            <w:tcW w:w="4901" w:type="dxa"/>
            <w:vAlign w:val="center"/>
          </w:tcPr>
          <w:p w:rsidRPr="00572060" w:rsidR="0085747A" w:rsidP="00572060" w:rsidRDefault="00C61DC5" w14:paraId="60F3294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206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572060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7206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:rsidRPr="00572060" w:rsidR="0085747A" w:rsidP="00572060" w:rsidRDefault="00C61DC5" w14:paraId="6B8350C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206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572060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572060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7206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572060" w:rsidR="0085747A" w:rsidTr="002E621E" w14:paraId="6EFEC948" w14:textId="77777777">
        <w:tc>
          <w:tcPr>
            <w:tcW w:w="4901" w:type="dxa"/>
          </w:tcPr>
          <w:p w:rsidRPr="00572060" w:rsidR="0085747A" w:rsidP="00572060" w:rsidRDefault="00C61DC5" w14:paraId="7B362617" w14:textId="13D6DB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G</w:t>
            </w:r>
            <w:r w:rsidRPr="00572060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72060">
              <w:rPr>
                <w:rFonts w:ascii="Corbel" w:hAnsi="Corbel"/>
                <w:sz w:val="24"/>
                <w:szCs w:val="24"/>
              </w:rPr>
              <w:t>kontaktowe</w:t>
            </w:r>
            <w:r w:rsidRPr="00572060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72060">
              <w:rPr>
                <w:rFonts w:ascii="Corbel" w:hAnsi="Corbel"/>
                <w:sz w:val="24"/>
                <w:szCs w:val="24"/>
              </w:rPr>
              <w:t>ynikające</w:t>
            </w:r>
            <w:r w:rsidRPr="00572060" w:rsidR="0085747A">
              <w:rPr>
                <w:rFonts w:ascii="Corbel" w:hAnsi="Corbel"/>
                <w:sz w:val="24"/>
                <w:szCs w:val="24"/>
              </w:rPr>
              <w:t xml:space="preserve"> </w:t>
            </w:r>
            <w:r w:rsidR="00E37E7B">
              <w:rPr>
                <w:rFonts w:ascii="Corbel" w:hAnsi="Corbel"/>
                <w:sz w:val="24"/>
                <w:szCs w:val="24"/>
              </w:rPr>
              <w:br/>
            </w:r>
            <w:r w:rsidRPr="00572060" w:rsidR="004D3552">
              <w:rPr>
                <w:rFonts w:ascii="Corbel" w:hAnsi="Corbel"/>
                <w:sz w:val="24"/>
                <w:szCs w:val="24"/>
              </w:rPr>
              <w:t xml:space="preserve">z </w:t>
            </w:r>
            <w:r w:rsidR="00311AA3">
              <w:rPr>
                <w:rFonts w:ascii="Corbel" w:hAnsi="Corbel"/>
                <w:sz w:val="24"/>
                <w:szCs w:val="24"/>
              </w:rPr>
              <w:t>harmonogramu</w:t>
            </w:r>
            <w:r w:rsidRPr="00572060" w:rsidR="0085747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7206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9" w:type="dxa"/>
          </w:tcPr>
          <w:p w:rsidRPr="00572060" w:rsidR="0085747A" w:rsidP="00572060" w:rsidRDefault="009E2603" w14:paraId="67602881" w14:textId="0E47C17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Pr="00572060" w:rsidR="00C61DC5" w:rsidTr="002E621E" w14:paraId="3832DF25" w14:textId="77777777">
        <w:tc>
          <w:tcPr>
            <w:tcW w:w="4901" w:type="dxa"/>
          </w:tcPr>
          <w:p w:rsidRPr="00572060" w:rsidR="00C61DC5" w:rsidP="00E37E7B" w:rsidRDefault="00311AA3" w14:paraId="3F7CC8FD" w14:textId="602F5B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E37E7B">
              <w:rPr>
                <w:rFonts w:ascii="Corbel" w:hAnsi="Corbel"/>
                <w:sz w:val="24"/>
                <w:szCs w:val="24"/>
              </w:rPr>
              <w:t xml:space="preserve"> </w:t>
            </w:r>
            <w:r w:rsidR="00E37E7B">
              <w:rPr>
                <w:rFonts w:ascii="Corbel" w:hAnsi="Corbel"/>
                <w:sz w:val="24"/>
                <w:szCs w:val="24"/>
              </w:rPr>
              <w:br/>
            </w:r>
            <w:r w:rsidR="00E37E7B">
              <w:rPr>
                <w:rFonts w:ascii="Corbel" w:hAnsi="Corbel"/>
                <w:sz w:val="24"/>
                <w:szCs w:val="24"/>
              </w:rPr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u</w:t>
            </w:r>
            <w:r w:rsidRPr="00572060" w:rsidR="00C61DC5">
              <w:rPr>
                <w:rFonts w:ascii="Corbel" w:hAnsi="Corbel"/>
                <w:sz w:val="24"/>
                <w:szCs w:val="24"/>
              </w:rPr>
              <w:t>d</w:t>
            </w:r>
            <w:r w:rsidRPr="00572060" w:rsidR="004D3552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19" w:type="dxa"/>
          </w:tcPr>
          <w:p w:rsidRPr="00572060" w:rsidR="00C61DC5" w:rsidP="00572060" w:rsidRDefault="006005AA" w14:paraId="3137793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572060" w:rsidR="00C61DC5" w:rsidTr="002E621E" w14:paraId="1C04F4DF" w14:textId="77777777">
        <w:tc>
          <w:tcPr>
            <w:tcW w:w="4901" w:type="dxa"/>
          </w:tcPr>
          <w:p w:rsidRPr="00572060" w:rsidR="00C61DC5" w:rsidP="00854019" w:rsidRDefault="00E37E7B" w14:paraId="12A75AF2" w14:textId="583AEB7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311AA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– praca własna studenta</w:t>
            </w:r>
            <w:r w:rsidR="00854019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(</w:t>
            </w:r>
            <w:r w:rsidR="00311AA3">
              <w:rPr>
                <w:rFonts w:ascii="Corbel" w:hAnsi="Corbel"/>
                <w:sz w:val="24"/>
                <w:szCs w:val="24"/>
              </w:rPr>
              <w:t>p</w:t>
            </w:r>
            <w:r w:rsidRPr="00572060" w:rsidR="004D3552">
              <w:rPr>
                <w:rFonts w:ascii="Corbel" w:hAnsi="Corbel" w:eastAsia="Times New Roman"/>
                <w:sz w:val="24"/>
                <w:szCs w:val="24"/>
                <w:lang w:eastAsia="pl-PL"/>
              </w:rPr>
              <w:t>rzygotowanie do ćwiczeń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p</w:t>
            </w:r>
            <w:r w:rsidRPr="00572060">
              <w:rPr>
                <w:rFonts w:ascii="Corbel" w:hAnsi="Corbel" w:eastAsia="Times New Roman"/>
                <w:sz w:val="24"/>
                <w:szCs w:val="24"/>
                <w:lang w:eastAsia="pl-PL"/>
              </w:rPr>
              <w:t>rzygotowanie do kolokwium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4619" w:type="dxa"/>
          </w:tcPr>
          <w:p w:rsidRPr="00572060" w:rsidR="00C61DC5" w:rsidP="00572060" w:rsidRDefault="009E2603" w14:paraId="3958BAD9" w14:textId="6B4F2E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572060" w:rsidR="0085747A" w:rsidTr="002E621E" w14:paraId="71C051D7" w14:textId="77777777">
        <w:tc>
          <w:tcPr>
            <w:tcW w:w="4901" w:type="dxa"/>
          </w:tcPr>
          <w:p w:rsidRPr="00572060" w:rsidR="0085747A" w:rsidP="00572060" w:rsidRDefault="0085747A" w14:paraId="7BE11BC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:rsidRPr="00572060" w:rsidR="0085747A" w:rsidP="00572060" w:rsidRDefault="002E621E" w14:paraId="05F3B70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572060" w:rsidR="0085747A" w:rsidTr="002E621E" w14:paraId="4E851381" w14:textId="77777777">
        <w:tc>
          <w:tcPr>
            <w:tcW w:w="4901" w:type="dxa"/>
          </w:tcPr>
          <w:p w:rsidRPr="00572060" w:rsidR="0085747A" w:rsidP="00572060" w:rsidRDefault="0085747A" w14:paraId="7A1092F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72060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572060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9" w:type="dxa"/>
          </w:tcPr>
          <w:p w:rsidRPr="00572060" w:rsidR="0085747A" w:rsidP="00572060" w:rsidRDefault="002E621E" w14:paraId="68E2593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572060" w:rsidR="0085747A" w:rsidP="00572060" w:rsidRDefault="00923D7D" w14:paraId="624A201E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72060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Pr="00572060" w:rsidR="00C61DC5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Pr="00572060" w:rsidR="00C61DC5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572060" w:rsidR="00C61DC5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:rsidR="003E1941" w:rsidP="00572060" w:rsidRDefault="003E1941" w14:paraId="50BEFA1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572060" w:rsidR="00F573D9" w:rsidP="00572060" w:rsidRDefault="00F573D9" w14:paraId="29ED3DA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572060" w:rsidR="0085747A" w:rsidP="00572060" w:rsidRDefault="0071620A" w14:paraId="498CFA01" w14:textId="739AE24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 xml:space="preserve">6. </w:t>
      </w:r>
      <w:r w:rsidRPr="00572060" w:rsidR="0085747A">
        <w:rPr>
          <w:rFonts w:ascii="Corbel" w:hAnsi="Corbel"/>
          <w:smallCaps w:val="0"/>
          <w:szCs w:val="24"/>
        </w:rPr>
        <w:t>PRAKTYKI ZAWODOWE W RAMACH PRZEDMIOTU</w:t>
      </w:r>
    </w:p>
    <w:p w:rsidRPr="00572060" w:rsidR="0085747A" w:rsidP="00572060" w:rsidRDefault="0085747A" w14:paraId="405FD44D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Pr="00572060" w:rsidR="0085747A" w:rsidTr="00477D7D" w14:paraId="0179BC4C" w14:textId="77777777">
        <w:trPr>
          <w:trHeight w:val="397"/>
        </w:trPr>
        <w:tc>
          <w:tcPr>
            <w:tcW w:w="2359" w:type="pct"/>
          </w:tcPr>
          <w:p w:rsidRPr="00572060" w:rsidR="0085747A" w:rsidP="00572060" w:rsidRDefault="0085747A" w14:paraId="376062F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572060" w:rsidR="0085747A" w:rsidP="00572060" w:rsidRDefault="00B16388" w14:paraId="07C090A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572060" w:rsidR="0085747A" w:rsidTr="00477D7D" w14:paraId="6B41DF1C" w14:textId="77777777">
        <w:trPr>
          <w:trHeight w:val="397"/>
        </w:trPr>
        <w:tc>
          <w:tcPr>
            <w:tcW w:w="2359" w:type="pct"/>
          </w:tcPr>
          <w:p w:rsidRPr="00572060" w:rsidR="0085747A" w:rsidP="00572060" w:rsidRDefault="0085747A" w14:paraId="3639657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572060" w:rsidR="0085747A" w:rsidP="00572060" w:rsidRDefault="00B16388" w14:paraId="52F7108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P="00572060" w:rsidRDefault="003E1941" w14:paraId="59192DB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572060" w:rsidR="00F573D9" w:rsidP="00572060" w:rsidRDefault="00F573D9" w14:paraId="0D62108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572060" w:rsidR="0085747A" w:rsidP="00572060" w:rsidRDefault="00675843" w14:paraId="35FC42D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 xml:space="preserve">7. </w:t>
      </w:r>
      <w:r w:rsidRPr="00572060" w:rsidR="0085747A">
        <w:rPr>
          <w:rFonts w:ascii="Corbel" w:hAnsi="Corbel"/>
          <w:smallCaps w:val="0"/>
          <w:szCs w:val="24"/>
        </w:rPr>
        <w:t>LITERATURA</w:t>
      </w:r>
      <w:r w:rsidRPr="00572060">
        <w:rPr>
          <w:rFonts w:ascii="Corbel" w:hAnsi="Corbel"/>
          <w:smallCaps w:val="0"/>
          <w:szCs w:val="24"/>
        </w:rPr>
        <w:t xml:space="preserve"> </w:t>
      </w:r>
    </w:p>
    <w:p w:rsidRPr="00572060" w:rsidR="00675843" w:rsidP="00572060" w:rsidRDefault="00675843" w14:paraId="299C044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 w:rsidRPr="00572060" w:rsidR="0085747A" w:rsidTr="00477D7D" w14:paraId="005A7359" w14:textId="77777777">
        <w:trPr>
          <w:trHeight w:val="397"/>
        </w:trPr>
        <w:tc>
          <w:tcPr>
            <w:tcW w:w="5000" w:type="pct"/>
          </w:tcPr>
          <w:p w:rsidRPr="00E37E7B" w:rsidR="0085747A" w:rsidP="00572060" w:rsidRDefault="0085747A" w14:paraId="615CBBA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E37E7B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:rsidRPr="00E37E7B" w:rsidR="002E621E" w:rsidP="009E2278" w:rsidRDefault="002E621E" w14:paraId="32070DCB" w14:textId="761B026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 w:eastAsia="Times New Roman"/>
                <w:b w:val="0"/>
                <w:smallCaps w:val="0"/>
                <w:lang w:eastAsia="pl-PL"/>
              </w:rPr>
            </w:pPr>
            <w:r w:rsidRPr="00E37E7B">
              <w:rPr>
                <w:rFonts w:ascii="Corbel" w:hAnsi="Corbel" w:eastAsia="Times New Roman"/>
                <w:b w:val="0"/>
                <w:smallCaps w:val="0"/>
                <w:lang w:eastAsia="pl-PL"/>
              </w:rPr>
              <w:t xml:space="preserve">Program </w:t>
            </w:r>
            <w:proofErr w:type="spellStart"/>
            <w:r w:rsidRPr="00E37E7B">
              <w:rPr>
                <w:rFonts w:ascii="Corbel" w:hAnsi="Corbel" w:eastAsia="Times New Roman"/>
                <w:b w:val="0"/>
                <w:smallCaps w:val="0"/>
                <w:lang w:eastAsia="pl-PL"/>
              </w:rPr>
              <w:t>ERP</w:t>
            </w:r>
            <w:proofErr w:type="spellEnd"/>
            <w:r w:rsidRPr="00E37E7B">
              <w:rPr>
                <w:rFonts w:ascii="Corbel" w:hAnsi="Corbel" w:eastAsia="Times New Roman"/>
                <w:b w:val="0"/>
                <w:smallCaps w:val="0"/>
                <w:lang w:eastAsia="pl-PL"/>
              </w:rPr>
              <w:t xml:space="preserve"> OPTIMA, Księga handlowa, Oprogramowanie dla firm, </w:t>
            </w:r>
            <w:proofErr w:type="spellStart"/>
            <w:r w:rsidRPr="00E37E7B">
              <w:rPr>
                <w:rFonts w:ascii="Corbel" w:hAnsi="Corbel" w:eastAsia="Times New Roman"/>
                <w:b w:val="0"/>
                <w:smallCaps w:val="0"/>
                <w:lang w:eastAsia="pl-PL"/>
              </w:rPr>
              <w:t>Comarch</w:t>
            </w:r>
            <w:proofErr w:type="spellEnd"/>
            <w:r w:rsidRPr="00E37E7B">
              <w:rPr>
                <w:rFonts w:ascii="Corbel" w:hAnsi="Corbel" w:eastAsia="Times New Roman"/>
                <w:b w:val="0"/>
                <w:smallCaps w:val="0"/>
                <w:lang w:eastAsia="pl-PL"/>
              </w:rPr>
              <w:t>, Kraków 20</w:t>
            </w:r>
            <w:r w:rsidRPr="00E37E7B" w:rsidR="00311AA3">
              <w:rPr>
                <w:rFonts w:ascii="Corbel" w:hAnsi="Corbel" w:eastAsia="Times New Roman"/>
                <w:b w:val="0"/>
                <w:smallCaps w:val="0"/>
                <w:lang w:eastAsia="pl-PL"/>
              </w:rPr>
              <w:t>20</w:t>
            </w:r>
            <w:r w:rsidR="00E37E7B">
              <w:rPr>
                <w:rFonts w:ascii="Corbel" w:hAnsi="Corbel" w:eastAsia="Times New Roman"/>
                <w:b w:val="0"/>
                <w:smallCaps w:val="0"/>
                <w:lang w:eastAsia="pl-PL"/>
              </w:rPr>
              <w:t>.</w:t>
            </w:r>
          </w:p>
          <w:p w:rsidRPr="00E37E7B" w:rsidR="002E621E" w:rsidP="009E2278" w:rsidRDefault="002E621E" w14:paraId="53A8F1C6" w14:textId="2ED4775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 w:eastAsia="Times New Roman"/>
                <w:b w:val="0"/>
                <w:smallCaps w:val="0"/>
                <w:lang w:eastAsia="pl-PL"/>
              </w:rPr>
            </w:pPr>
            <w:r w:rsidRPr="00E37E7B">
              <w:rPr>
                <w:rFonts w:ascii="Corbel" w:hAnsi="Corbel" w:eastAsia="Times New Roman"/>
                <w:b w:val="0"/>
                <w:smallCaps w:val="0"/>
                <w:lang w:eastAsia="pl-PL"/>
              </w:rPr>
              <w:t xml:space="preserve">Program </w:t>
            </w:r>
            <w:proofErr w:type="spellStart"/>
            <w:r w:rsidRPr="00E37E7B">
              <w:rPr>
                <w:rFonts w:ascii="Corbel" w:hAnsi="Corbel" w:eastAsia="Times New Roman"/>
                <w:b w:val="0"/>
                <w:smallCaps w:val="0"/>
                <w:lang w:eastAsia="pl-PL"/>
              </w:rPr>
              <w:t>ERP</w:t>
            </w:r>
            <w:proofErr w:type="spellEnd"/>
            <w:r w:rsidRPr="00E37E7B">
              <w:rPr>
                <w:rFonts w:ascii="Corbel" w:hAnsi="Corbel" w:eastAsia="Times New Roman"/>
                <w:b w:val="0"/>
                <w:smallCaps w:val="0"/>
                <w:lang w:eastAsia="pl-PL"/>
              </w:rPr>
              <w:t xml:space="preserve"> OPTIMA, Kadry i Płace, Oprogramowanie dla firm, </w:t>
            </w:r>
            <w:proofErr w:type="spellStart"/>
            <w:r w:rsidRPr="00E37E7B">
              <w:rPr>
                <w:rFonts w:ascii="Corbel" w:hAnsi="Corbel" w:eastAsia="Times New Roman"/>
                <w:b w:val="0"/>
                <w:smallCaps w:val="0"/>
                <w:lang w:eastAsia="pl-PL"/>
              </w:rPr>
              <w:t>Comarch</w:t>
            </w:r>
            <w:proofErr w:type="spellEnd"/>
            <w:r w:rsidRPr="00E37E7B">
              <w:rPr>
                <w:rFonts w:ascii="Corbel" w:hAnsi="Corbel" w:eastAsia="Times New Roman"/>
                <w:b w:val="0"/>
                <w:smallCaps w:val="0"/>
                <w:lang w:eastAsia="pl-PL"/>
              </w:rPr>
              <w:t>, Kraków 20</w:t>
            </w:r>
            <w:r w:rsidRPr="00E37E7B" w:rsidR="00311AA3">
              <w:rPr>
                <w:rFonts w:ascii="Corbel" w:hAnsi="Corbel" w:eastAsia="Times New Roman"/>
                <w:b w:val="0"/>
                <w:smallCaps w:val="0"/>
                <w:lang w:eastAsia="pl-PL"/>
              </w:rPr>
              <w:t>20</w:t>
            </w:r>
            <w:r w:rsidR="009E2278">
              <w:rPr>
                <w:rFonts w:ascii="Corbel" w:hAnsi="Corbel" w:eastAsia="Times New Roman"/>
                <w:b w:val="0"/>
                <w:smallCaps w:val="0"/>
                <w:lang w:eastAsia="pl-PL"/>
              </w:rPr>
              <w:t>.</w:t>
            </w:r>
          </w:p>
          <w:p w:rsidRPr="00E37E7B" w:rsidR="004D5AB3" w:rsidP="009E2278" w:rsidRDefault="002E621E" w14:paraId="13500848" w14:textId="27F308D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E37E7B">
              <w:rPr>
                <w:rFonts w:ascii="Corbel" w:hAnsi="Corbel" w:eastAsia="Times New Roman"/>
                <w:b w:val="0"/>
                <w:smallCaps w:val="0"/>
                <w:lang w:eastAsia="pl-PL"/>
              </w:rPr>
              <w:t xml:space="preserve">Program </w:t>
            </w:r>
            <w:proofErr w:type="spellStart"/>
            <w:r w:rsidRPr="00E37E7B">
              <w:rPr>
                <w:rFonts w:ascii="Corbel" w:hAnsi="Corbel" w:eastAsia="Times New Roman"/>
                <w:b w:val="0"/>
                <w:smallCaps w:val="0"/>
                <w:lang w:eastAsia="pl-PL"/>
              </w:rPr>
              <w:t>ERP</w:t>
            </w:r>
            <w:proofErr w:type="spellEnd"/>
            <w:r w:rsidRPr="00E37E7B">
              <w:rPr>
                <w:rFonts w:ascii="Corbel" w:hAnsi="Corbel" w:eastAsia="Times New Roman"/>
                <w:b w:val="0"/>
                <w:smallCaps w:val="0"/>
                <w:lang w:eastAsia="pl-PL"/>
              </w:rPr>
              <w:t xml:space="preserve"> OPTIMA, Procesy logistyczne w module handel, Oprogramowanie dla firm, </w:t>
            </w:r>
            <w:proofErr w:type="spellStart"/>
            <w:r w:rsidRPr="00E37E7B">
              <w:rPr>
                <w:rFonts w:ascii="Corbel" w:hAnsi="Corbel" w:eastAsia="Times New Roman"/>
                <w:b w:val="0"/>
                <w:smallCaps w:val="0"/>
                <w:lang w:eastAsia="pl-PL"/>
              </w:rPr>
              <w:t>Comarch</w:t>
            </w:r>
            <w:proofErr w:type="spellEnd"/>
            <w:r w:rsidRPr="00E37E7B">
              <w:rPr>
                <w:rFonts w:ascii="Corbel" w:hAnsi="Corbel" w:eastAsia="Times New Roman"/>
                <w:b w:val="0"/>
                <w:smallCaps w:val="0"/>
                <w:lang w:eastAsia="pl-PL"/>
              </w:rPr>
              <w:t>, Kraków 20</w:t>
            </w:r>
            <w:r w:rsidRPr="00E37E7B" w:rsidR="00311AA3">
              <w:rPr>
                <w:rFonts w:ascii="Corbel" w:hAnsi="Corbel" w:eastAsia="Times New Roman"/>
                <w:b w:val="0"/>
                <w:smallCaps w:val="0"/>
                <w:lang w:eastAsia="pl-PL"/>
              </w:rPr>
              <w:t>20</w:t>
            </w:r>
            <w:r w:rsidR="009E2278">
              <w:rPr>
                <w:rFonts w:ascii="Corbel" w:hAnsi="Corbel" w:eastAsia="Times New Roman"/>
                <w:b w:val="0"/>
                <w:smallCaps w:val="0"/>
                <w:lang w:eastAsia="pl-PL"/>
              </w:rPr>
              <w:t>.</w:t>
            </w:r>
          </w:p>
        </w:tc>
      </w:tr>
      <w:tr w:rsidRPr="00572060" w:rsidR="0085747A" w:rsidTr="00477D7D" w14:paraId="3FB442DE" w14:textId="77777777">
        <w:trPr>
          <w:trHeight w:val="397"/>
        </w:trPr>
        <w:tc>
          <w:tcPr>
            <w:tcW w:w="5000" w:type="pct"/>
          </w:tcPr>
          <w:p w:rsidRPr="00E37E7B" w:rsidR="0085747A" w:rsidP="00572060" w:rsidRDefault="0085747A" w14:paraId="2907D1D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E37E7B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:rsidRPr="00E37E7B" w:rsidR="00235590" w:rsidP="009E2278" w:rsidRDefault="00235590" w14:paraId="1CA7F0B7" w14:textId="47D1A96E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</w:rPr>
            </w:pPr>
            <w:r w:rsidRPr="00E37E7B">
              <w:rPr>
                <w:rFonts w:ascii="Corbel" w:hAnsi="Corbel"/>
                <w:b w:val="0"/>
                <w:bCs/>
                <w:smallCaps w:val="0"/>
              </w:rPr>
              <w:t xml:space="preserve">Strojek-Filus M., Maruszewska E. W., Rachunkowość finansowa: wprowadzenie: teoria, przykłady, zadania, Wydawnictwo </w:t>
            </w:r>
            <w:proofErr w:type="spellStart"/>
            <w:r w:rsidRPr="00E37E7B">
              <w:rPr>
                <w:rFonts w:ascii="Corbel" w:hAnsi="Corbel"/>
                <w:b w:val="0"/>
                <w:bCs/>
                <w:smallCaps w:val="0"/>
              </w:rPr>
              <w:t>Poltext</w:t>
            </w:r>
            <w:proofErr w:type="spellEnd"/>
            <w:r w:rsidRPr="00E37E7B">
              <w:rPr>
                <w:rFonts w:ascii="Corbel" w:hAnsi="Corbel"/>
                <w:b w:val="0"/>
                <w:bCs/>
                <w:smallCaps w:val="0"/>
              </w:rPr>
              <w:t>, Warszawa 2018</w:t>
            </w:r>
            <w:r w:rsidR="009E2278">
              <w:rPr>
                <w:rFonts w:ascii="Corbel" w:hAnsi="Corbel"/>
                <w:b w:val="0"/>
                <w:bCs/>
                <w:smallCaps w:val="0"/>
              </w:rPr>
              <w:t>.</w:t>
            </w:r>
          </w:p>
          <w:p w:rsidRPr="00E37E7B" w:rsidR="004D5AB3" w:rsidP="009E2278" w:rsidRDefault="00235590" w14:paraId="3D6751A7" w14:textId="2AC0945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b w:val="0"/>
                <w:smallCaps w:val="0"/>
              </w:rPr>
            </w:pPr>
            <w:r w:rsidRPr="00E37E7B">
              <w:rPr>
                <w:rFonts w:ascii="Corbel" w:hAnsi="Corbel"/>
                <w:b w:val="0"/>
                <w:bCs/>
                <w:smallCaps w:val="0"/>
              </w:rPr>
              <w:t xml:space="preserve">Gos W., </w:t>
            </w:r>
            <w:proofErr w:type="spellStart"/>
            <w:r w:rsidRPr="00E37E7B">
              <w:rPr>
                <w:rFonts w:ascii="Corbel" w:hAnsi="Corbel"/>
                <w:b w:val="0"/>
                <w:bCs/>
                <w:smallCaps w:val="0"/>
              </w:rPr>
              <w:t>Hońko</w:t>
            </w:r>
            <w:proofErr w:type="spellEnd"/>
            <w:r w:rsidRPr="00E37E7B">
              <w:rPr>
                <w:rFonts w:ascii="Corbel" w:hAnsi="Corbel"/>
                <w:b w:val="0"/>
                <w:bCs/>
                <w:smallCaps w:val="0"/>
              </w:rPr>
              <w:t xml:space="preserve"> S., Janowicz M., Winiarska K., Rachunkowość finansowa dla zaawansowanych, </w:t>
            </w:r>
            <w:proofErr w:type="spellStart"/>
            <w:r w:rsidRPr="00E37E7B">
              <w:rPr>
                <w:rFonts w:ascii="Corbel" w:hAnsi="Corbel"/>
                <w:b w:val="0"/>
                <w:bCs/>
                <w:smallCaps w:val="0"/>
              </w:rPr>
              <w:t>Difin</w:t>
            </w:r>
            <w:proofErr w:type="spellEnd"/>
            <w:r w:rsidRPr="00E37E7B">
              <w:rPr>
                <w:rFonts w:ascii="Corbel" w:hAnsi="Corbel"/>
                <w:b w:val="0"/>
                <w:bCs/>
                <w:smallCaps w:val="0"/>
              </w:rPr>
              <w:t xml:space="preserve"> , Warszawa 2017</w:t>
            </w:r>
            <w:r w:rsidR="009E2278">
              <w:rPr>
                <w:rFonts w:ascii="Corbel" w:hAnsi="Corbel"/>
                <w:b w:val="0"/>
                <w:bCs/>
                <w:smallCaps w:val="0"/>
              </w:rPr>
              <w:t>.</w:t>
            </w:r>
          </w:p>
        </w:tc>
      </w:tr>
    </w:tbl>
    <w:p w:rsidRPr="00572060" w:rsidR="0085747A" w:rsidP="00572060" w:rsidRDefault="0085747A" w14:paraId="01761844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572060" w:rsidR="0085747A" w:rsidP="00572060" w:rsidRDefault="0085747A" w14:paraId="2A8DA57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572060" w:rsidR="0085747A" w:rsidP="00572060" w:rsidRDefault="0085747A" w14:paraId="1711D25A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7206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572060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35D2" w:rsidP="00C16ABF" w:rsidRDefault="00B535D2" w14:paraId="34538185" w14:textId="77777777">
      <w:pPr>
        <w:spacing w:after="0" w:line="240" w:lineRule="auto"/>
      </w:pPr>
      <w:r>
        <w:separator/>
      </w:r>
    </w:p>
  </w:endnote>
  <w:endnote w:type="continuationSeparator" w:id="0">
    <w:p w:rsidR="00B535D2" w:rsidP="00C16ABF" w:rsidRDefault="00B535D2" w14:paraId="4AF7E98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35D2" w:rsidP="00C16ABF" w:rsidRDefault="00B535D2" w14:paraId="7AF23442" w14:textId="77777777">
      <w:pPr>
        <w:spacing w:after="0" w:line="240" w:lineRule="auto"/>
      </w:pPr>
      <w:r>
        <w:separator/>
      </w:r>
    </w:p>
  </w:footnote>
  <w:footnote w:type="continuationSeparator" w:id="0">
    <w:p w:rsidR="00B535D2" w:rsidP="00C16ABF" w:rsidRDefault="00B535D2" w14:paraId="7B868D25" w14:textId="77777777">
      <w:pPr>
        <w:spacing w:after="0" w:line="240" w:lineRule="auto"/>
      </w:pPr>
      <w:r>
        <w:continuationSeparator/>
      </w:r>
    </w:p>
  </w:footnote>
  <w:footnote w:id="1">
    <w:p w:rsidR="00354B6E" w:rsidP="00354B6E" w:rsidRDefault="00354B6E" w14:paraId="1DD7D3BA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385775"/>
    <w:multiLevelType w:val="hybridMultilevel"/>
    <w:tmpl w:val="E9F63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7870B1"/>
    <w:multiLevelType w:val="hybridMultilevel"/>
    <w:tmpl w:val="EFE495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115C40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B2665"/>
    <w:rsid w:val="001D568A"/>
    <w:rsid w:val="001D657B"/>
    <w:rsid w:val="001D7B54"/>
    <w:rsid w:val="001E0209"/>
    <w:rsid w:val="001F2CA2"/>
    <w:rsid w:val="002144C0"/>
    <w:rsid w:val="0022477D"/>
    <w:rsid w:val="002254D7"/>
    <w:rsid w:val="002336F9"/>
    <w:rsid w:val="00235590"/>
    <w:rsid w:val="0024028F"/>
    <w:rsid w:val="00244ABC"/>
    <w:rsid w:val="0028087B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E621E"/>
    <w:rsid w:val="002F02A3"/>
    <w:rsid w:val="002F4ABE"/>
    <w:rsid w:val="003018BA"/>
    <w:rsid w:val="00305C92"/>
    <w:rsid w:val="00311AA3"/>
    <w:rsid w:val="003151C5"/>
    <w:rsid w:val="003343CF"/>
    <w:rsid w:val="00346FE9"/>
    <w:rsid w:val="0034759A"/>
    <w:rsid w:val="003503F6"/>
    <w:rsid w:val="003530DD"/>
    <w:rsid w:val="00354B6E"/>
    <w:rsid w:val="00363F78"/>
    <w:rsid w:val="003A0A5B"/>
    <w:rsid w:val="003A1176"/>
    <w:rsid w:val="003C0BAE"/>
    <w:rsid w:val="003D18A9"/>
    <w:rsid w:val="003D1D56"/>
    <w:rsid w:val="003D6CE2"/>
    <w:rsid w:val="003E1941"/>
    <w:rsid w:val="003E2FE6"/>
    <w:rsid w:val="003E49D5"/>
    <w:rsid w:val="003F38C0"/>
    <w:rsid w:val="00403A93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598D"/>
    <w:rsid w:val="00477D7D"/>
    <w:rsid w:val="004840FD"/>
    <w:rsid w:val="00490F7D"/>
    <w:rsid w:val="00491678"/>
    <w:rsid w:val="004968E2"/>
    <w:rsid w:val="004A3EEA"/>
    <w:rsid w:val="004A4D1F"/>
    <w:rsid w:val="004B43B3"/>
    <w:rsid w:val="004D3552"/>
    <w:rsid w:val="004D5282"/>
    <w:rsid w:val="004D5AB3"/>
    <w:rsid w:val="004E4AAA"/>
    <w:rsid w:val="004F1551"/>
    <w:rsid w:val="004F55A3"/>
    <w:rsid w:val="004F5CDE"/>
    <w:rsid w:val="0050496F"/>
    <w:rsid w:val="00513B6F"/>
    <w:rsid w:val="00517C63"/>
    <w:rsid w:val="005363C4"/>
    <w:rsid w:val="00536BDE"/>
    <w:rsid w:val="00543ACC"/>
    <w:rsid w:val="00572060"/>
    <w:rsid w:val="005A0855"/>
    <w:rsid w:val="005A3196"/>
    <w:rsid w:val="005A4BBC"/>
    <w:rsid w:val="005C080F"/>
    <w:rsid w:val="005C55E5"/>
    <w:rsid w:val="005C696A"/>
    <w:rsid w:val="005E6E85"/>
    <w:rsid w:val="005F31D2"/>
    <w:rsid w:val="006005AA"/>
    <w:rsid w:val="0061029B"/>
    <w:rsid w:val="00617230"/>
    <w:rsid w:val="00621CE1"/>
    <w:rsid w:val="00647FA8"/>
    <w:rsid w:val="006620D9"/>
    <w:rsid w:val="00671958"/>
    <w:rsid w:val="00675843"/>
    <w:rsid w:val="00685F10"/>
    <w:rsid w:val="00696477"/>
    <w:rsid w:val="006D050F"/>
    <w:rsid w:val="006D6139"/>
    <w:rsid w:val="006E5D65"/>
    <w:rsid w:val="006F1282"/>
    <w:rsid w:val="006F1FBC"/>
    <w:rsid w:val="00706544"/>
    <w:rsid w:val="007072BA"/>
    <w:rsid w:val="00713804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7625B"/>
    <w:rsid w:val="007763D1"/>
    <w:rsid w:val="0078168C"/>
    <w:rsid w:val="00790E27"/>
    <w:rsid w:val="007A4022"/>
    <w:rsid w:val="007A6E6E"/>
    <w:rsid w:val="007C3299"/>
    <w:rsid w:val="007C3BCC"/>
    <w:rsid w:val="007D6E56"/>
    <w:rsid w:val="007F4155"/>
    <w:rsid w:val="0081707E"/>
    <w:rsid w:val="00821705"/>
    <w:rsid w:val="008449B3"/>
    <w:rsid w:val="00854019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0329"/>
    <w:rsid w:val="009508DF"/>
    <w:rsid w:val="00950DAC"/>
    <w:rsid w:val="00954A07"/>
    <w:rsid w:val="009709C9"/>
    <w:rsid w:val="00997F14"/>
    <w:rsid w:val="009A78D9"/>
    <w:rsid w:val="009C0ABE"/>
    <w:rsid w:val="009C3E31"/>
    <w:rsid w:val="009C54AE"/>
    <w:rsid w:val="009C788E"/>
    <w:rsid w:val="009E2278"/>
    <w:rsid w:val="009E2603"/>
    <w:rsid w:val="009E3B41"/>
    <w:rsid w:val="009F3C5C"/>
    <w:rsid w:val="009F4610"/>
    <w:rsid w:val="00A00ECC"/>
    <w:rsid w:val="00A155EE"/>
    <w:rsid w:val="00A2245B"/>
    <w:rsid w:val="00A30110"/>
    <w:rsid w:val="00A3542B"/>
    <w:rsid w:val="00A36899"/>
    <w:rsid w:val="00A371F6"/>
    <w:rsid w:val="00A43BF6"/>
    <w:rsid w:val="00A54817"/>
    <w:rsid w:val="00A601C8"/>
    <w:rsid w:val="00A60799"/>
    <w:rsid w:val="00A97DE1"/>
    <w:rsid w:val="00AB053C"/>
    <w:rsid w:val="00AC5787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388"/>
    <w:rsid w:val="00B3130B"/>
    <w:rsid w:val="00B40ADB"/>
    <w:rsid w:val="00B43B77"/>
    <w:rsid w:val="00B43E80"/>
    <w:rsid w:val="00B507AE"/>
    <w:rsid w:val="00B535D2"/>
    <w:rsid w:val="00B607DB"/>
    <w:rsid w:val="00B66529"/>
    <w:rsid w:val="00B75946"/>
    <w:rsid w:val="00B8056E"/>
    <w:rsid w:val="00B819C8"/>
    <w:rsid w:val="00B82308"/>
    <w:rsid w:val="00BB520A"/>
    <w:rsid w:val="00BD3869"/>
    <w:rsid w:val="00BD66E9"/>
    <w:rsid w:val="00BF2C41"/>
    <w:rsid w:val="00BF31C1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410B"/>
    <w:rsid w:val="00CF78ED"/>
    <w:rsid w:val="00D02B25"/>
    <w:rsid w:val="00D02EBA"/>
    <w:rsid w:val="00D17C3C"/>
    <w:rsid w:val="00D26B2C"/>
    <w:rsid w:val="00D352C9"/>
    <w:rsid w:val="00D425B2"/>
    <w:rsid w:val="00D552B2"/>
    <w:rsid w:val="00D608D1"/>
    <w:rsid w:val="00D74119"/>
    <w:rsid w:val="00D8075B"/>
    <w:rsid w:val="00D8678B"/>
    <w:rsid w:val="00DA2114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37E7B"/>
    <w:rsid w:val="00E51E44"/>
    <w:rsid w:val="00E53DE1"/>
    <w:rsid w:val="00E63348"/>
    <w:rsid w:val="00E77E88"/>
    <w:rsid w:val="00E8107D"/>
    <w:rsid w:val="00EA4832"/>
    <w:rsid w:val="00EC4899"/>
    <w:rsid w:val="00ED03AB"/>
    <w:rsid w:val="00ED32D2"/>
    <w:rsid w:val="00EE32DE"/>
    <w:rsid w:val="00EE5457"/>
    <w:rsid w:val="00F070AB"/>
    <w:rsid w:val="00F27A7B"/>
    <w:rsid w:val="00F526AF"/>
    <w:rsid w:val="00F573D9"/>
    <w:rsid w:val="00F60A35"/>
    <w:rsid w:val="00F60E6A"/>
    <w:rsid w:val="00F617C3"/>
    <w:rsid w:val="00F62D6F"/>
    <w:rsid w:val="00F66BAB"/>
    <w:rsid w:val="00F672AF"/>
    <w:rsid w:val="00F7066B"/>
    <w:rsid w:val="00F83B28"/>
    <w:rsid w:val="00FB7DBA"/>
    <w:rsid w:val="00FC1C25"/>
    <w:rsid w:val="00FC3F45"/>
    <w:rsid w:val="00FC54E8"/>
    <w:rsid w:val="00FD503F"/>
    <w:rsid w:val="00FD7589"/>
    <w:rsid w:val="00FF016A"/>
    <w:rsid w:val="00FF1401"/>
    <w:rsid w:val="00FF5E7D"/>
    <w:rsid w:val="0752F466"/>
    <w:rsid w:val="0CD6607D"/>
    <w:rsid w:val="20582D97"/>
    <w:rsid w:val="21BFE33F"/>
    <w:rsid w:val="248B8254"/>
    <w:rsid w:val="27B0809B"/>
    <w:rsid w:val="2ACD7563"/>
    <w:rsid w:val="2B1185B0"/>
    <w:rsid w:val="2C501D67"/>
    <w:rsid w:val="34C4D164"/>
    <w:rsid w:val="4A23E485"/>
    <w:rsid w:val="585C0868"/>
    <w:rsid w:val="72D51EE2"/>
    <w:rsid w:val="7C83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914F2"/>
  <w15:docId w15:val="{2DE03063-070D-4A13-86BC-77525ADB6E1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aragraph" w:customStyle="1">
    <w:name w:val="paragraph"/>
    <w:basedOn w:val="Normalny"/>
    <w:rsid w:val="0085401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854019"/>
  </w:style>
  <w:style w:type="character" w:styleId="spellingerror" w:customStyle="1">
    <w:name w:val="spellingerror"/>
    <w:basedOn w:val="Domylnaczcionkaakapitu"/>
    <w:rsid w:val="00854019"/>
  </w:style>
  <w:style w:type="character" w:styleId="eop" w:customStyle="1">
    <w:name w:val="eop"/>
    <w:basedOn w:val="Domylnaczcionkaakapitu"/>
    <w:rsid w:val="008540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3D6A4-D9EE-4979-B9E7-FE64BCD7D8A3}"/>
</file>

<file path=customXml/itemProps2.xml><?xml version="1.0" encoding="utf-8"?>
<ds:datastoreItem xmlns:ds="http://schemas.openxmlformats.org/officeDocument/2006/customXml" ds:itemID="{8DE815C9-EE10-421A-986A-530B8EF713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B7C14AF-CB94-4B89-AA05-01D9EE98B9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824F6B-A506-479C-9DB9-1EC681D88333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Szura Paweł</cp:lastModifiedBy>
  <cp:revision>26</cp:revision>
  <cp:lastPrinted>2018-01-27T09:13:00Z</cp:lastPrinted>
  <dcterms:created xsi:type="dcterms:W3CDTF">2020-10-20T11:04:00Z</dcterms:created>
  <dcterms:modified xsi:type="dcterms:W3CDTF">2022-05-30T23:57:46Z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